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sz w:val="36"/>
          <w:szCs w:val="36"/>
        </w:rPr>
      </w:pPr>
      <w:r>
        <w:rPr>
          <w:rFonts w:hint="eastAsia" w:ascii="宋体" w:hAnsi="宋体"/>
          <w:b/>
          <w:bCs/>
          <w:sz w:val="36"/>
          <w:szCs w:val="36"/>
        </w:rPr>
        <w:t>东北大学博士学位论文初次（或重新）送审申请表</w:t>
      </w:r>
    </w:p>
    <w:p>
      <w:pPr>
        <w:snapToGrid w:val="0"/>
        <w:rPr>
          <w:rFonts w:ascii="宋体" w:hAnsi="宋体"/>
          <w:sz w:val="13"/>
          <w:szCs w:val="13"/>
        </w:rPr>
      </w:pPr>
      <w:r>
        <w:rPr>
          <w:rFonts w:hint="eastAsia" w:ascii="宋体" w:hAnsi="宋体"/>
          <w:sz w:val="13"/>
          <w:szCs w:val="13"/>
        </w:rPr>
        <w:t xml:space="preserve"> </w:t>
      </w:r>
    </w:p>
    <w:tbl>
      <w:tblPr>
        <w:tblStyle w:val="13"/>
        <w:tblW w:w="100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1842"/>
        <w:gridCol w:w="1276"/>
        <w:gridCol w:w="1701"/>
        <w:gridCol w:w="652"/>
        <w:gridCol w:w="482"/>
        <w:gridCol w:w="20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986" w:type="dxa"/>
            <w:tcBorders>
              <w:top w:val="single" w:color="auto" w:sz="12" w:space="0"/>
              <w:left w:val="single" w:color="auto" w:sz="12" w:space="0"/>
              <w:bottom w:val="single" w:color="auto" w:sz="4" w:space="0"/>
              <w:right w:val="single" w:color="auto" w:sz="4" w:space="0"/>
            </w:tcBorders>
            <w:vAlign w:val="center"/>
          </w:tcPr>
          <w:p>
            <w:pPr>
              <w:jc w:val="center"/>
              <w:rPr>
                <w:rFonts w:ascii="宋体" w:hAnsi="宋体"/>
              </w:rPr>
            </w:pPr>
            <w:r>
              <w:rPr>
                <w:rFonts w:hint="eastAsia" w:ascii="宋体" w:hAnsi="宋体"/>
              </w:rPr>
              <w:t>申请人姓名</w:t>
            </w:r>
          </w:p>
        </w:tc>
        <w:tc>
          <w:tcPr>
            <w:tcW w:w="1842"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rPr>
            </w:pPr>
          </w:p>
        </w:tc>
        <w:tc>
          <w:tcPr>
            <w:tcW w:w="1276" w:type="dxa"/>
            <w:tcBorders>
              <w:top w:val="single" w:color="auto" w:sz="12" w:space="0"/>
              <w:left w:val="single" w:color="auto" w:sz="4" w:space="0"/>
              <w:bottom w:val="single" w:color="auto" w:sz="4" w:space="0"/>
              <w:right w:val="single" w:color="auto" w:sz="4" w:space="0"/>
            </w:tcBorders>
            <w:vAlign w:val="center"/>
          </w:tcPr>
          <w:p>
            <w:pPr>
              <w:ind w:firstLine="105" w:firstLineChars="50"/>
              <w:jc w:val="center"/>
              <w:rPr>
                <w:rFonts w:ascii="宋体" w:hAnsi="宋体"/>
              </w:rPr>
            </w:pPr>
            <w:r>
              <w:rPr>
                <w:rFonts w:hint="eastAsia" w:ascii="宋体" w:hAnsi="宋体"/>
              </w:rPr>
              <w:t>学</w:t>
            </w:r>
            <w:r>
              <w:rPr>
                <w:rFonts w:ascii="宋体" w:hAnsi="宋体"/>
              </w:rPr>
              <w:t xml:space="preserve">    </w:t>
            </w:r>
            <w:r>
              <w:rPr>
                <w:rFonts w:hint="eastAsia" w:ascii="宋体" w:hAnsi="宋体"/>
              </w:rPr>
              <w:t>号</w:t>
            </w:r>
          </w:p>
        </w:tc>
        <w:tc>
          <w:tcPr>
            <w:tcW w:w="1701"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rPr>
            </w:pPr>
          </w:p>
        </w:tc>
        <w:tc>
          <w:tcPr>
            <w:tcW w:w="1134" w:type="dxa"/>
            <w:gridSpan w:val="2"/>
            <w:tcBorders>
              <w:top w:val="single" w:color="auto" w:sz="12"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联系电话</w:t>
            </w:r>
          </w:p>
        </w:tc>
        <w:tc>
          <w:tcPr>
            <w:tcW w:w="2091"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98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rPr>
            </w:pPr>
            <w:r>
              <w:rPr>
                <w:rFonts w:hint="eastAsia" w:ascii="宋体" w:hAnsi="宋体"/>
              </w:rPr>
              <w:t>指导教师</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学科（专业）</w:t>
            </w:r>
          </w:p>
        </w:tc>
        <w:tc>
          <w:tcPr>
            <w:tcW w:w="4926" w:type="dxa"/>
            <w:gridSpan w:val="4"/>
            <w:tcBorders>
              <w:top w:val="single" w:color="auto" w:sz="4" w:space="0"/>
              <w:left w:val="single" w:color="auto" w:sz="4" w:space="0"/>
              <w:bottom w:val="single" w:color="auto" w:sz="4"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198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szCs w:val="21"/>
              </w:rPr>
            </w:pPr>
            <w:r>
              <w:rPr>
                <w:rFonts w:hint="eastAsia" w:ascii="宋体" w:hAnsi="宋体"/>
              </w:rPr>
              <w:t>论文研究方向</w:t>
            </w:r>
          </w:p>
        </w:tc>
        <w:tc>
          <w:tcPr>
            <w:tcW w:w="8044" w:type="dxa"/>
            <w:gridSpan w:val="6"/>
            <w:tcBorders>
              <w:top w:val="single" w:color="auto" w:sz="4" w:space="0"/>
              <w:left w:val="single" w:color="auto" w:sz="4" w:space="0"/>
              <w:bottom w:val="single" w:color="auto" w:sz="4" w:space="0"/>
              <w:right w:val="single" w:color="auto" w:sz="12" w:space="0"/>
            </w:tcBorders>
            <w:vAlign w:val="center"/>
          </w:tcPr>
          <w:p>
            <w:pPr>
              <w:spacing w:line="360" w:lineRule="auto"/>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198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szCs w:val="21"/>
              </w:rPr>
            </w:pPr>
            <w:r>
              <w:rPr>
                <w:rFonts w:hint="eastAsia" w:ascii="宋体" w:hAnsi="宋体"/>
              </w:rPr>
              <w:t>学位论文题目</w:t>
            </w:r>
          </w:p>
        </w:tc>
        <w:tc>
          <w:tcPr>
            <w:tcW w:w="8044" w:type="dxa"/>
            <w:gridSpan w:val="6"/>
            <w:tcBorders>
              <w:top w:val="single" w:color="auto" w:sz="4" w:space="0"/>
              <w:left w:val="single" w:color="auto" w:sz="4" w:space="0"/>
              <w:bottom w:val="single" w:color="auto" w:sz="4" w:space="0"/>
              <w:right w:val="single" w:color="auto" w:sz="12" w:space="0"/>
            </w:tcBorders>
            <w:vAlign w:val="center"/>
          </w:tcPr>
          <w:p>
            <w:pPr>
              <w:spacing w:line="360" w:lineRule="auto"/>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986" w:type="dxa"/>
            <w:vMerge w:val="restart"/>
            <w:tcBorders>
              <w:top w:val="single" w:color="auto" w:sz="4" w:space="0"/>
              <w:left w:val="single" w:color="auto" w:sz="12"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rPr>
              <w:t>博士学位课程</w:t>
            </w:r>
          </w:p>
          <w:p>
            <w:pPr>
              <w:spacing w:line="360" w:lineRule="auto"/>
              <w:jc w:val="center"/>
              <w:rPr>
                <w:rFonts w:ascii="宋体" w:hAnsi="宋体"/>
                <w:szCs w:val="21"/>
              </w:rPr>
            </w:pPr>
            <w:r>
              <w:rPr>
                <w:rFonts w:hint="eastAsia" w:ascii="宋体" w:hAnsi="宋体"/>
              </w:rPr>
              <w:t>科目及成绩</w:t>
            </w:r>
          </w:p>
        </w:tc>
        <w:tc>
          <w:tcPr>
            <w:tcW w:w="5471" w:type="dxa"/>
            <w:gridSpan w:val="4"/>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szCs w:val="21"/>
              </w:rPr>
            </w:pPr>
            <w:r>
              <w:rPr>
                <w:rFonts w:hint="eastAsia" w:ascii="宋体" w:hAnsi="宋体"/>
              </w:rPr>
              <w:t>科目名称</w:t>
            </w:r>
            <w:bookmarkStart w:id="0" w:name="_GoBack"/>
            <w:bookmarkEnd w:id="0"/>
          </w:p>
        </w:tc>
        <w:tc>
          <w:tcPr>
            <w:tcW w:w="2573" w:type="dxa"/>
            <w:gridSpan w:val="2"/>
            <w:tcBorders>
              <w:top w:val="single" w:color="auto" w:sz="4" w:space="0"/>
              <w:left w:val="single" w:color="auto" w:sz="4" w:space="0"/>
              <w:bottom w:val="single" w:color="auto" w:sz="4" w:space="0"/>
              <w:right w:val="single" w:color="auto" w:sz="12" w:space="0"/>
            </w:tcBorders>
            <w:vAlign w:val="center"/>
          </w:tcPr>
          <w:p>
            <w:pPr>
              <w:spacing w:line="240" w:lineRule="auto"/>
              <w:jc w:val="center"/>
              <w:rPr>
                <w:rFonts w:ascii="宋体" w:hAnsi="宋体"/>
                <w:szCs w:val="21"/>
              </w:rPr>
            </w:pPr>
            <w:r>
              <w:rPr>
                <w:rFonts w:hint="eastAsia" w:ascii="宋体" w:hAnsi="宋体"/>
              </w:rPr>
              <w:t>成绩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10030" w:type="dxa"/>
            <w:vMerge w:val="continue"/>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szCs w:val="21"/>
              </w:rPr>
            </w:pPr>
          </w:p>
        </w:tc>
        <w:tc>
          <w:tcPr>
            <w:tcW w:w="547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p>
        </w:tc>
        <w:tc>
          <w:tcPr>
            <w:tcW w:w="2573" w:type="dxa"/>
            <w:gridSpan w:val="2"/>
            <w:tcBorders>
              <w:top w:val="single" w:color="auto" w:sz="4" w:space="0"/>
              <w:left w:val="single" w:color="auto" w:sz="4" w:space="0"/>
              <w:bottom w:val="single" w:color="auto" w:sz="4" w:space="0"/>
              <w:right w:val="single" w:color="auto" w:sz="12" w:space="0"/>
            </w:tcBorders>
            <w:vAlign w:val="center"/>
          </w:tcPr>
          <w:p>
            <w:pPr>
              <w:spacing w:line="360" w:lineRule="auto"/>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10030" w:type="dxa"/>
            <w:vMerge w:val="continue"/>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szCs w:val="21"/>
              </w:rPr>
            </w:pPr>
          </w:p>
        </w:tc>
        <w:tc>
          <w:tcPr>
            <w:tcW w:w="547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p>
        </w:tc>
        <w:tc>
          <w:tcPr>
            <w:tcW w:w="2573" w:type="dxa"/>
            <w:gridSpan w:val="2"/>
            <w:tcBorders>
              <w:top w:val="single" w:color="auto" w:sz="4" w:space="0"/>
              <w:left w:val="single" w:color="auto" w:sz="4" w:space="0"/>
              <w:bottom w:val="single" w:color="auto" w:sz="4" w:space="0"/>
              <w:right w:val="single" w:color="auto" w:sz="12" w:space="0"/>
            </w:tcBorders>
            <w:vAlign w:val="center"/>
          </w:tcPr>
          <w:p>
            <w:pPr>
              <w:spacing w:line="360" w:lineRule="auto"/>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10030" w:type="dxa"/>
            <w:vMerge w:val="continue"/>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szCs w:val="21"/>
              </w:rPr>
            </w:pPr>
          </w:p>
        </w:tc>
        <w:tc>
          <w:tcPr>
            <w:tcW w:w="547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p>
        </w:tc>
        <w:tc>
          <w:tcPr>
            <w:tcW w:w="2573" w:type="dxa"/>
            <w:gridSpan w:val="2"/>
            <w:tcBorders>
              <w:top w:val="single" w:color="auto" w:sz="4" w:space="0"/>
              <w:left w:val="single" w:color="auto" w:sz="4" w:space="0"/>
              <w:bottom w:val="single" w:color="auto" w:sz="4" w:space="0"/>
              <w:right w:val="single" w:color="auto" w:sz="12" w:space="0"/>
            </w:tcBorders>
            <w:vAlign w:val="center"/>
          </w:tcPr>
          <w:p>
            <w:pPr>
              <w:spacing w:line="360" w:lineRule="auto"/>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10030" w:type="dxa"/>
            <w:vMerge w:val="continue"/>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szCs w:val="21"/>
              </w:rPr>
            </w:pPr>
          </w:p>
        </w:tc>
        <w:tc>
          <w:tcPr>
            <w:tcW w:w="547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p>
        </w:tc>
        <w:tc>
          <w:tcPr>
            <w:tcW w:w="2573" w:type="dxa"/>
            <w:gridSpan w:val="2"/>
            <w:tcBorders>
              <w:top w:val="single" w:color="auto" w:sz="4" w:space="0"/>
              <w:left w:val="single" w:color="auto" w:sz="4" w:space="0"/>
              <w:bottom w:val="single" w:color="auto" w:sz="4" w:space="0"/>
              <w:right w:val="single" w:color="auto" w:sz="12" w:space="0"/>
            </w:tcBorders>
            <w:vAlign w:val="center"/>
          </w:tcPr>
          <w:p>
            <w:pPr>
              <w:spacing w:line="360" w:lineRule="auto"/>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986" w:type="dxa"/>
            <w:tcBorders>
              <w:top w:val="single" w:color="auto" w:sz="4" w:space="0"/>
              <w:left w:val="single" w:color="auto" w:sz="12" w:space="0"/>
              <w:bottom w:val="single" w:color="auto" w:sz="4" w:space="0"/>
              <w:right w:val="single" w:color="auto" w:sz="4" w:space="0"/>
            </w:tcBorders>
            <w:vAlign w:val="center"/>
          </w:tcPr>
          <w:p>
            <w:pPr>
              <w:snapToGrid w:val="0"/>
              <w:spacing w:line="300" w:lineRule="exact"/>
              <w:jc w:val="center"/>
              <w:rPr>
                <w:rFonts w:ascii="宋体" w:hAnsi="宋体"/>
                <w:szCs w:val="21"/>
              </w:rPr>
            </w:pPr>
            <w:r>
              <w:rPr>
                <w:rFonts w:hint="eastAsia" w:ascii="宋体" w:hAnsi="宋体"/>
              </w:rPr>
              <w:t>学术成果情况</w:t>
            </w:r>
          </w:p>
          <w:p>
            <w:pPr>
              <w:jc w:val="center"/>
              <w:rPr>
                <w:rFonts w:ascii="宋体" w:hAnsi="宋体"/>
                <w:szCs w:val="21"/>
              </w:rPr>
            </w:pPr>
          </w:p>
        </w:tc>
        <w:tc>
          <w:tcPr>
            <w:tcW w:w="8044" w:type="dxa"/>
            <w:gridSpan w:val="6"/>
            <w:tcBorders>
              <w:top w:val="single" w:color="auto" w:sz="4" w:space="0"/>
              <w:left w:val="single" w:color="auto" w:sz="4" w:space="0"/>
              <w:bottom w:val="single" w:color="auto" w:sz="4" w:space="0"/>
              <w:right w:val="single" w:color="auto" w:sz="12" w:space="0"/>
            </w:tcBorders>
            <w:vAlign w:val="center"/>
          </w:tcPr>
          <w:p>
            <w:pPr>
              <w:snapToGrid w:val="0"/>
              <w:spacing w:beforeLines="50" w:line="300" w:lineRule="exact"/>
              <w:ind w:firstLine="420" w:firstLineChars="200"/>
              <w:jc w:val="left"/>
              <w:rPr>
                <w:rFonts w:ascii="宋体" w:hAnsi="宋体"/>
                <w:szCs w:val="21"/>
              </w:rPr>
            </w:pPr>
            <w:r>
              <w:rPr>
                <w:rFonts w:hint="eastAsia" w:ascii="宋体" w:hAnsi="宋体"/>
              </w:rPr>
              <w:t>攻读博士学位期间取得的学术成果，符合</w:t>
            </w:r>
            <w:r>
              <w:rPr>
                <w:rFonts w:hint="eastAsia" w:ascii="黑体" w:hAnsi="黑体" w:eastAsia="黑体"/>
                <w:b/>
                <w:bCs/>
                <w:u w:val="single"/>
              </w:rPr>
              <w:t xml:space="preserve">                        </w:t>
            </w:r>
            <w:r>
              <w:rPr>
                <w:rFonts w:hint="eastAsia" w:ascii="宋体" w:hAnsi="宋体"/>
              </w:rPr>
              <w:t>学科的博士学位量化标准。以本人第一作者或导师第一作者、本人第二作者，且东北大学为第一署名单位发表在：</w:t>
            </w:r>
          </w:p>
          <w:p>
            <w:pPr>
              <w:snapToGrid w:val="0"/>
              <w:spacing w:beforeLines="50" w:line="300" w:lineRule="exact"/>
              <w:ind w:firstLine="420" w:firstLineChars="200"/>
              <w:jc w:val="left"/>
              <w:rPr>
                <w:rFonts w:ascii="宋体" w:hAnsi="宋体" w:eastAsia="仿宋_GB2312"/>
                <w:sz w:val="32"/>
              </w:rPr>
            </w:pPr>
            <w:r>
              <w:rPr>
                <w:rFonts w:hint="eastAsia" w:ascii="宋体" w:hAnsi="宋体"/>
              </w:rPr>
              <w:t>国外刊物上论文</w:t>
            </w:r>
            <w:r>
              <w:rPr>
                <w:rFonts w:hint="eastAsia" w:ascii="宋体" w:hAnsi="宋体" w:cs="宋体"/>
                <w:u w:val="single"/>
              </w:rPr>
              <w:t>   </w:t>
            </w:r>
            <w:r>
              <w:rPr>
                <w:rFonts w:hint="eastAsia" w:ascii="宋体" w:hAnsi="宋体"/>
                <w:u w:val="single"/>
              </w:rPr>
              <w:t> </w:t>
            </w:r>
            <w:r>
              <w:rPr>
                <w:rFonts w:hint="eastAsia" w:ascii="宋体" w:hAnsi="宋体"/>
              </w:rPr>
              <w:t>篇，国内刊物上论文</w:t>
            </w:r>
            <w:r>
              <w:rPr>
                <w:rFonts w:hint="eastAsia" w:ascii="黑体" w:hAnsi="黑体" w:eastAsia="黑体"/>
                <w:u w:val="single"/>
              </w:rPr>
              <w:t xml:space="preserve">    </w:t>
            </w:r>
            <w:r>
              <w:rPr>
                <w:rFonts w:hint="eastAsia" w:ascii="宋体" w:hAnsi="宋体"/>
              </w:rPr>
              <w:t>篇。国际会议论文</w:t>
            </w:r>
            <w:r>
              <w:rPr>
                <w:rFonts w:hint="eastAsia" w:ascii="宋体" w:hAnsi="宋体" w:cs="宋体"/>
                <w:u w:val="single"/>
              </w:rPr>
              <w:t>   </w:t>
            </w:r>
            <w:r>
              <w:rPr>
                <w:rFonts w:hint="eastAsia" w:ascii="宋体" w:hAnsi="宋体"/>
                <w:u w:val="single"/>
              </w:rPr>
              <w:t> </w:t>
            </w:r>
            <w:r>
              <w:rPr>
                <w:rFonts w:hint="eastAsia" w:ascii="宋体" w:hAnsi="宋体"/>
              </w:rPr>
              <w:t>篇，国内会议论文</w:t>
            </w:r>
            <w:r>
              <w:rPr>
                <w:rFonts w:hint="eastAsia" w:ascii="宋体" w:hAnsi="宋体" w:cs="宋体"/>
                <w:u w:val="single"/>
              </w:rPr>
              <w:t>   </w:t>
            </w:r>
            <w:r>
              <w:rPr>
                <w:rFonts w:hint="eastAsia" w:ascii="宋体" w:hAnsi="宋体"/>
                <w:u w:val="single"/>
              </w:rPr>
              <w:t> </w:t>
            </w:r>
            <w:r>
              <w:rPr>
                <w:rFonts w:hint="eastAsia" w:ascii="宋体" w:hAnsi="宋体"/>
              </w:rPr>
              <w:t>篇。SCI</w:t>
            </w:r>
            <w:r>
              <w:rPr>
                <w:rFonts w:hint="eastAsia" w:ascii="黑体" w:hAnsi="黑体" w:eastAsia="黑体"/>
                <w:u w:val="single"/>
              </w:rPr>
              <w:t xml:space="preserve">   </w:t>
            </w:r>
            <w:r>
              <w:rPr>
                <w:rFonts w:hint="eastAsia" w:ascii="宋体" w:hAnsi="宋体"/>
                <w:u w:val="single"/>
              </w:rPr>
              <w:t> </w:t>
            </w:r>
            <w:r>
              <w:rPr>
                <w:rFonts w:hint="eastAsia" w:ascii="宋体" w:hAnsi="宋体"/>
              </w:rPr>
              <w:t>篇，SSCI</w:t>
            </w:r>
            <w:r>
              <w:rPr>
                <w:rFonts w:hint="eastAsia" w:ascii="宋体" w:hAnsi="宋体"/>
                <w:u w:val="single"/>
              </w:rPr>
              <w:t> </w:t>
            </w:r>
            <w:r>
              <w:rPr>
                <w:rFonts w:hint="eastAsia" w:ascii="黑体" w:hAnsi="黑体" w:eastAsia="黑体"/>
                <w:u w:val="single"/>
              </w:rPr>
              <w:t xml:space="preserve">  </w:t>
            </w:r>
            <w:r>
              <w:rPr>
                <w:rFonts w:hint="eastAsia" w:ascii="宋体" w:hAnsi="宋体"/>
                <w:u w:val="single"/>
              </w:rPr>
              <w:t> </w:t>
            </w:r>
            <w:r>
              <w:rPr>
                <w:rFonts w:hint="eastAsia" w:ascii="宋体" w:hAnsi="宋体"/>
              </w:rPr>
              <w:t>篇，A&amp;HCI</w:t>
            </w:r>
            <w:r>
              <w:rPr>
                <w:rFonts w:hint="eastAsia" w:ascii="宋体" w:hAnsi="宋体"/>
                <w:u w:val="single"/>
              </w:rPr>
              <w:t> </w:t>
            </w:r>
            <w:r>
              <w:rPr>
                <w:rFonts w:hint="eastAsia" w:ascii="黑体" w:hAnsi="黑体" w:eastAsia="黑体"/>
                <w:u w:val="single"/>
              </w:rPr>
              <w:t xml:space="preserve">  </w:t>
            </w:r>
            <w:r>
              <w:rPr>
                <w:rFonts w:hint="eastAsia" w:ascii="宋体" w:hAnsi="宋体"/>
                <w:u w:val="single"/>
              </w:rPr>
              <w:t> </w:t>
            </w:r>
            <w:r>
              <w:rPr>
                <w:rFonts w:hint="eastAsia" w:ascii="宋体" w:hAnsi="宋体"/>
              </w:rPr>
              <w:t>篇，EI</w:t>
            </w:r>
            <w:r>
              <w:rPr>
                <w:rFonts w:hint="eastAsia" w:ascii="黑体" w:hAnsi="黑体" w:eastAsia="黑体"/>
                <w:u w:val="single"/>
              </w:rPr>
              <w:t xml:space="preserve">   </w:t>
            </w:r>
            <w:r>
              <w:rPr>
                <w:rFonts w:hint="eastAsia" w:ascii="宋体" w:hAnsi="宋体"/>
                <w:u w:val="single"/>
              </w:rPr>
              <w:t> </w:t>
            </w:r>
            <w:r>
              <w:rPr>
                <w:rFonts w:hint="eastAsia" w:ascii="宋体" w:hAnsi="宋体"/>
              </w:rPr>
              <w:t>篇，CSSCI</w:t>
            </w:r>
            <w:r>
              <w:rPr>
                <w:rFonts w:hint="eastAsia" w:ascii="宋体" w:hAnsi="宋体"/>
                <w:u w:val="single"/>
              </w:rPr>
              <w:t> </w:t>
            </w:r>
            <w:r>
              <w:rPr>
                <w:rFonts w:hint="eastAsia" w:ascii="黑体" w:hAnsi="黑体" w:eastAsia="黑体"/>
                <w:u w:val="single"/>
              </w:rPr>
              <w:t xml:space="preserve">  </w:t>
            </w:r>
            <w:r>
              <w:rPr>
                <w:rFonts w:hint="eastAsia" w:ascii="宋体" w:hAnsi="宋体"/>
                <w:u w:val="single"/>
              </w:rPr>
              <w:t> </w:t>
            </w:r>
            <w:r>
              <w:rPr>
                <w:rFonts w:hint="eastAsia" w:ascii="宋体" w:hAnsi="宋体"/>
              </w:rPr>
              <w:t>篇。</w:t>
            </w:r>
          </w:p>
          <w:p>
            <w:pPr>
              <w:snapToGrid w:val="0"/>
              <w:spacing w:beforeLines="50" w:line="300" w:lineRule="exact"/>
              <w:ind w:firstLine="420" w:firstLineChars="200"/>
              <w:jc w:val="center"/>
              <w:rPr>
                <w:rFonts w:ascii="宋体" w:hAnsi="宋体" w:eastAsia="仿宋_GB2312"/>
                <w:sz w:val="32"/>
              </w:rPr>
            </w:pPr>
            <w:r>
              <w:rPr>
                <w:rFonts w:hint="eastAsia" w:ascii="宋体" w:hAnsi="宋体"/>
              </w:rPr>
              <w:t>攻读博士学位期间取得的学术成果如下：</w:t>
            </w:r>
          </w:p>
          <w:p>
            <w:pPr>
              <w:snapToGrid w:val="0"/>
              <w:spacing w:line="320" w:lineRule="exact"/>
              <w:jc w:val="center"/>
              <w:rPr>
                <w:rFonts w:ascii="宋体" w:hAnsi="宋体"/>
                <w:i/>
                <w:iCs/>
              </w:rPr>
            </w:pPr>
          </w:p>
          <w:p>
            <w:pPr>
              <w:snapToGrid w:val="0"/>
              <w:spacing w:line="320" w:lineRule="exact"/>
              <w:jc w:val="left"/>
              <w:rPr>
                <w:rFonts w:ascii="宋体" w:hAnsi="宋体" w:eastAsia="仿宋_GB2312"/>
                <w:i/>
                <w:iCs/>
                <w:sz w:val="32"/>
              </w:rPr>
            </w:pPr>
            <w:r>
              <w:rPr>
                <w:rFonts w:hint="eastAsia" w:ascii="宋体" w:hAnsi="宋体"/>
                <w:i/>
                <w:iCs/>
              </w:rPr>
              <w:t>示例：(参阅后请删除)</w:t>
            </w:r>
          </w:p>
          <w:p>
            <w:pPr>
              <w:snapToGrid w:val="0"/>
              <w:spacing w:line="320" w:lineRule="exact"/>
              <w:jc w:val="left"/>
              <w:rPr>
                <w:rFonts w:ascii="宋体" w:hAnsi="宋体" w:eastAsia="仿宋_GB2312"/>
                <w:i/>
                <w:iCs/>
                <w:sz w:val="32"/>
              </w:rPr>
            </w:pPr>
            <w:r>
              <w:rPr>
                <w:rFonts w:hint="eastAsia" w:ascii="宋体" w:hAnsi="宋体"/>
                <w:i/>
                <w:iCs/>
              </w:rPr>
              <w:t>期刊格式：</w:t>
            </w:r>
          </w:p>
          <w:p>
            <w:pPr>
              <w:snapToGrid w:val="0"/>
              <w:spacing w:line="320" w:lineRule="exact"/>
              <w:jc w:val="left"/>
              <w:rPr>
                <w:rFonts w:ascii="宋体" w:hAnsi="宋体" w:eastAsia="仿宋_GB2312"/>
                <w:i/>
                <w:iCs/>
                <w:sz w:val="32"/>
              </w:rPr>
            </w:pPr>
            <w:r>
              <w:rPr>
                <w:rFonts w:hint="eastAsia" w:ascii="宋体" w:hAnsi="宋体"/>
                <w:i/>
                <w:iCs/>
              </w:rPr>
              <w:t>[序号] 作者. 论文名称[J]. 期刊名称，年度，卷（期）：起止页码. （检索情况，对应论文章节）（</w:t>
            </w:r>
            <w:r>
              <w:rPr>
                <w:rFonts w:hint="eastAsia" w:ascii="宋体" w:hAnsi="宋体"/>
                <w:i/>
                <w:iCs/>
                <w:u w:val="single"/>
              </w:rPr>
              <w:t>检索情况请参照上面如没有请省略</w:t>
            </w:r>
            <w:r>
              <w:rPr>
                <w:rFonts w:hint="eastAsia" w:ascii="宋体" w:hAnsi="宋体"/>
                <w:i/>
                <w:iCs/>
              </w:rPr>
              <w:t>）</w:t>
            </w:r>
          </w:p>
          <w:p>
            <w:pPr>
              <w:snapToGrid w:val="0"/>
              <w:spacing w:line="320" w:lineRule="exact"/>
              <w:jc w:val="left"/>
              <w:rPr>
                <w:rFonts w:ascii="宋体" w:hAnsi="宋体"/>
                <w:i/>
                <w:iCs/>
              </w:rPr>
            </w:pPr>
          </w:p>
          <w:p>
            <w:pPr>
              <w:snapToGrid w:val="0"/>
              <w:spacing w:line="320" w:lineRule="exact"/>
              <w:jc w:val="left"/>
              <w:rPr>
                <w:rFonts w:ascii="宋体" w:hAnsi="宋体"/>
                <w:i/>
                <w:iCs/>
              </w:rPr>
            </w:pPr>
            <w:r>
              <w:rPr>
                <w:rFonts w:hint="eastAsia" w:ascii="宋体" w:hAnsi="宋体"/>
                <w:i/>
                <w:iCs/>
              </w:rPr>
              <w:t>专利格式：</w:t>
            </w:r>
          </w:p>
          <w:p>
            <w:pPr>
              <w:snapToGrid w:val="0"/>
              <w:spacing w:line="320" w:lineRule="exact"/>
              <w:jc w:val="left"/>
              <w:rPr>
                <w:rFonts w:ascii="宋体" w:hAnsi="宋体"/>
                <w:i/>
                <w:iCs/>
              </w:rPr>
            </w:pPr>
            <w:r>
              <w:rPr>
                <w:rFonts w:hint="eastAsia" w:ascii="宋体" w:hAnsi="宋体"/>
                <w:i/>
                <w:iCs/>
              </w:rPr>
              <w:t>[序号] 专利申请者. 专利题名：专利国别，专利号[P]. 发布日期. （对应论文章节）</w:t>
            </w:r>
          </w:p>
          <w:p>
            <w:pPr>
              <w:snapToGrid w:val="0"/>
              <w:spacing w:line="320" w:lineRule="exact"/>
              <w:jc w:val="left"/>
              <w:rPr>
                <w:rFonts w:ascii="宋体" w:hAnsi="宋体"/>
              </w:rPr>
            </w:pPr>
          </w:p>
          <w:p>
            <w:pPr>
              <w:snapToGrid w:val="0"/>
              <w:spacing w:line="320" w:lineRule="exact"/>
              <w:jc w:val="center"/>
              <w:rPr>
                <w:rFonts w:ascii="宋体" w:hAnsi="宋体"/>
              </w:rPr>
            </w:pPr>
          </w:p>
          <w:p>
            <w:pPr>
              <w:snapToGrid w:val="0"/>
              <w:spacing w:line="320" w:lineRule="exact"/>
              <w:jc w:val="center"/>
              <w:rPr>
                <w:rFonts w:ascii="宋体" w:hAnsi="宋体"/>
                <w:b/>
                <w:bCs/>
              </w:rPr>
            </w:pPr>
          </w:p>
          <w:p>
            <w:pPr>
              <w:snapToGrid w:val="0"/>
              <w:spacing w:line="320" w:lineRule="exact"/>
              <w:jc w:val="center"/>
              <w:rPr>
                <w:rFonts w:ascii="宋体" w:hAnsi="宋体"/>
                <w:b/>
                <w:bCs/>
              </w:rPr>
            </w:pPr>
          </w:p>
          <w:p>
            <w:pPr>
              <w:snapToGrid w:val="0"/>
              <w:spacing w:line="320" w:lineRule="exact"/>
              <w:jc w:val="center"/>
              <w:rPr>
                <w:rFonts w:ascii="宋体" w:hAnsi="宋体"/>
                <w:b/>
                <w:bCs/>
              </w:rPr>
            </w:pPr>
          </w:p>
          <w:p>
            <w:pPr>
              <w:snapToGrid w:val="0"/>
              <w:spacing w:line="320" w:lineRule="exact"/>
              <w:jc w:val="center"/>
              <w:rPr>
                <w:rFonts w:ascii="宋体" w:hAnsi="宋体"/>
                <w:b/>
                <w:bCs/>
              </w:rPr>
            </w:pPr>
          </w:p>
          <w:p>
            <w:pPr>
              <w:snapToGrid w:val="0"/>
              <w:spacing w:line="320" w:lineRule="exact"/>
              <w:rPr>
                <w:rFonts w:ascii="宋体" w:hAnsi="宋体"/>
                <w:b/>
                <w:bCs/>
              </w:rPr>
            </w:pPr>
          </w:p>
          <w:p>
            <w:pPr>
              <w:snapToGrid w:val="0"/>
              <w:spacing w:line="320" w:lineRule="exact"/>
              <w:jc w:val="center"/>
              <w:rPr>
                <w:rFonts w:ascii="宋体" w:hAnsi="宋体"/>
                <w:b/>
                <w:bCs/>
              </w:rPr>
            </w:pPr>
          </w:p>
          <w:p>
            <w:pPr>
              <w:snapToGrid w:val="0"/>
              <w:spacing w:line="320" w:lineRule="exact"/>
              <w:jc w:val="center"/>
              <w:rPr>
                <w:rFonts w:ascii="宋体" w:hAnsi="宋体"/>
                <w:b/>
                <w:bCs/>
              </w:rPr>
            </w:pPr>
          </w:p>
          <w:p>
            <w:pPr>
              <w:snapToGrid w:val="0"/>
              <w:spacing w:line="320" w:lineRule="exact"/>
              <w:jc w:val="center"/>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00" w:hRule="atLeast"/>
          <w:jc w:val="center"/>
        </w:trPr>
        <w:tc>
          <w:tcPr>
            <w:tcW w:w="10030" w:type="dxa"/>
            <w:gridSpan w:val="7"/>
            <w:tcBorders>
              <w:top w:val="single" w:color="auto" w:sz="4" w:space="0"/>
              <w:left w:val="single" w:color="auto" w:sz="12" w:space="0"/>
              <w:bottom w:val="single" w:color="auto" w:sz="4" w:space="0"/>
              <w:right w:val="single" w:color="auto" w:sz="12" w:space="0"/>
            </w:tcBorders>
            <w:vAlign w:val="center"/>
          </w:tcPr>
          <w:p>
            <w:pPr>
              <w:snapToGrid w:val="0"/>
              <w:spacing w:line="240" w:lineRule="exact"/>
              <w:ind w:firstLine="298" w:firstLineChars="147"/>
              <w:jc w:val="center"/>
              <w:rPr>
                <w:rFonts w:ascii="宋体" w:hAnsi="宋体"/>
                <w:b/>
                <w:bCs/>
                <w:spacing w:val="-4"/>
                <w:szCs w:val="21"/>
              </w:rPr>
            </w:pPr>
          </w:p>
          <w:p>
            <w:pPr>
              <w:snapToGrid w:val="0"/>
              <w:spacing w:line="240" w:lineRule="exact"/>
              <w:ind w:firstLine="298" w:firstLineChars="147"/>
              <w:jc w:val="center"/>
              <w:rPr>
                <w:rFonts w:ascii="宋体" w:hAnsi="宋体"/>
                <w:b/>
                <w:bCs/>
                <w:spacing w:val="-4"/>
              </w:rPr>
            </w:pPr>
          </w:p>
          <w:p>
            <w:pPr>
              <w:snapToGrid w:val="0"/>
              <w:spacing w:line="240" w:lineRule="exact"/>
              <w:ind w:firstLine="298" w:firstLineChars="147"/>
              <w:jc w:val="center"/>
              <w:rPr>
                <w:rFonts w:ascii="宋体" w:hAnsi="宋体"/>
                <w:b/>
                <w:bCs/>
                <w:spacing w:val="-4"/>
              </w:rPr>
            </w:pPr>
          </w:p>
          <w:p>
            <w:pPr>
              <w:snapToGrid w:val="0"/>
              <w:spacing w:line="240" w:lineRule="exact"/>
              <w:ind w:left="-199" w:leftChars="-95"/>
              <w:jc w:val="center"/>
              <w:rPr>
                <w:rFonts w:ascii="宋体" w:hAnsi="宋体"/>
              </w:rPr>
            </w:pPr>
            <w:r>
              <w:rPr>
                <w:rFonts w:hint="eastAsia" w:ascii="宋体" w:hAnsi="宋体"/>
                <w:b/>
                <w:bCs/>
                <w:spacing w:val="-4"/>
              </w:rPr>
              <w:t>本人郑重承诺：以上所有数据和材料真实、准确。如有不实，本人愿意承担一切后果。</w:t>
            </w: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spacing w:afterLines="50"/>
              <w:jc w:val="right"/>
              <w:rPr>
                <w:rFonts w:ascii="宋体" w:hAnsi="宋体"/>
                <w:szCs w:val="21"/>
              </w:rPr>
            </w:pPr>
            <w:r>
              <w:rPr>
                <w:rFonts w:hint="eastAsia" w:ascii="宋体" w:hAnsi="宋体"/>
              </w:rPr>
              <w:t>本人签字：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26" w:hRule="atLeast"/>
          <w:jc w:val="center"/>
        </w:trPr>
        <w:tc>
          <w:tcPr>
            <w:tcW w:w="1986" w:type="dxa"/>
            <w:tcBorders>
              <w:top w:val="single" w:color="auto" w:sz="4" w:space="0"/>
              <w:left w:val="single" w:color="auto" w:sz="12" w:space="0"/>
              <w:bottom w:val="single" w:color="auto" w:sz="4" w:space="0"/>
              <w:right w:val="single" w:color="auto" w:sz="4" w:space="0"/>
            </w:tcBorders>
            <w:vAlign w:val="center"/>
          </w:tcPr>
          <w:p>
            <w:pPr>
              <w:snapToGrid w:val="0"/>
              <w:spacing w:line="240" w:lineRule="exact"/>
              <w:jc w:val="center"/>
              <w:rPr>
                <w:rFonts w:ascii="宋体" w:hAnsi="宋体"/>
                <w:b/>
                <w:bCs/>
                <w:spacing w:val="-4"/>
                <w:szCs w:val="21"/>
              </w:rPr>
            </w:pPr>
            <w:r>
              <w:rPr>
                <w:rFonts w:hint="eastAsia" w:ascii="宋体" w:hAnsi="宋体"/>
                <w:b/>
                <w:bCs/>
                <w:spacing w:val="-4"/>
              </w:rPr>
              <w:t>导师审核意见</w:t>
            </w:r>
          </w:p>
        </w:tc>
        <w:tc>
          <w:tcPr>
            <w:tcW w:w="8044" w:type="dxa"/>
            <w:gridSpan w:val="6"/>
            <w:tcBorders>
              <w:top w:val="single" w:color="auto" w:sz="4" w:space="0"/>
              <w:left w:val="single" w:color="auto" w:sz="4" w:space="0"/>
              <w:bottom w:val="single" w:color="auto" w:sz="4" w:space="0"/>
              <w:right w:val="single" w:color="auto" w:sz="12" w:space="0"/>
            </w:tcBorders>
            <w:vAlign w:val="center"/>
          </w:tcPr>
          <w:p>
            <w:pPr>
              <w:adjustRightInd w:val="0"/>
              <w:snapToGrid w:val="0"/>
              <w:jc w:val="center"/>
              <w:rPr>
                <w:rFonts w:ascii="宋体" w:hAnsi="宋体"/>
                <w:szCs w:val="21"/>
              </w:rPr>
            </w:pPr>
          </w:p>
          <w:p>
            <w:pPr>
              <w:adjustRightInd w:val="0"/>
              <w:snapToGrid w:val="0"/>
              <w:jc w:val="center"/>
              <w:rPr>
                <w:rFonts w:ascii="宋体" w:hAnsi="宋体"/>
              </w:rPr>
            </w:pPr>
          </w:p>
          <w:p>
            <w:pPr>
              <w:adjustRightInd w:val="0"/>
              <w:snapToGrid w:val="0"/>
              <w:jc w:val="center"/>
              <w:rPr>
                <w:rFonts w:ascii="宋体" w:hAnsi="宋体"/>
              </w:rPr>
            </w:pPr>
          </w:p>
          <w:p>
            <w:pPr>
              <w:adjustRightInd w:val="0"/>
              <w:snapToGrid w:val="0"/>
              <w:jc w:val="center"/>
              <w:rPr>
                <w:rFonts w:ascii="宋体" w:hAnsi="宋体"/>
              </w:rPr>
            </w:pPr>
          </w:p>
          <w:p>
            <w:pPr>
              <w:adjustRightInd w:val="0"/>
              <w:snapToGrid w:val="0"/>
              <w:jc w:val="center"/>
              <w:rPr>
                <w:rFonts w:ascii="宋体" w:hAnsi="宋体"/>
              </w:rPr>
            </w:pPr>
          </w:p>
          <w:p>
            <w:pPr>
              <w:adjustRightInd w:val="0"/>
              <w:snapToGrid w:val="0"/>
              <w:jc w:val="center"/>
              <w:rPr>
                <w:rFonts w:ascii="宋体" w:hAnsi="宋体"/>
              </w:rPr>
            </w:pPr>
          </w:p>
          <w:p>
            <w:pPr>
              <w:adjustRightInd w:val="0"/>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spacing w:afterLines="50"/>
              <w:jc w:val="right"/>
              <w:rPr>
                <w:rFonts w:ascii="宋体" w:hAnsi="宋体"/>
                <w:szCs w:val="21"/>
              </w:rPr>
            </w:pPr>
            <w:r>
              <w:rPr>
                <w:rFonts w:hint="eastAsia" w:ascii="宋体" w:hAnsi="宋体"/>
              </w:rPr>
              <w:t>导师签章：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48" w:hRule="atLeast"/>
          <w:jc w:val="center"/>
        </w:trPr>
        <w:tc>
          <w:tcPr>
            <w:tcW w:w="1986" w:type="dxa"/>
            <w:tcBorders>
              <w:top w:val="single" w:color="auto" w:sz="4" w:space="0"/>
              <w:left w:val="single" w:color="auto" w:sz="12" w:space="0"/>
              <w:bottom w:val="single" w:color="auto" w:sz="4" w:space="0"/>
              <w:right w:val="single" w:color="auto" w:sz="4" w:space="0"/>
            </w:tcBorders>
            <w:vAlign w:val="center"/>
          </w:tcPr>
          <w:p>
            <w:pPr>
              <w:snapToGrid w:val="0"/>
              <w:spacing w:line="240" w:lineRule="exact"/>
              <w:jc w:val="center"/>
              <w:rPr>
                <w:rFonts w:ascii="宋体" w:hAnsi="宋体"/>
                <w:b/>
                <w:bCs/>
                <w:spacing w:val="-4"/>
                <w:szCs w:val="21"/>
              </w:rPr>
            </w:pPr>
            <w:r>
              <w:rPr>
                <w:rFonts w:hint="eastAsia" w:ascii="宋体" w:hAnsi="宋体"/>
                <w:b/>
                <w:bCs/>
                <w:spacing w:val="-4"/>
              </w:rPr>
              <w:t>责任教授审核意见</w:t>
            </w:r>
          </w:p>
        </w:tc>
        <w:tc>
          <w:tcPr>
            <w:tcW w:w="8044" w:type="dxa"/>
            <w:gridSpan w:val="6"/>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szCs w:val="21"/>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i/>
                <w:iCs/>
                <w:vanish/>
                <w:sz w:val="24"/>
                <w:szCs w:val="24"/>
              </w:rPr>
            </w:pPr>
            <w:r>
              <w:rPr>
                <w:rFonts w:hint="eastAsia" w:ascii="宋体" w:hAnsi="宋体"/>
                <w:i/>
                <w:iCs/>
                <w:vanish/>
                <w:sz w:val="24"/>
                <w:szCs w:val="24"/>
              </w:rPr>
              <w:t>未设责任教授的博士学位授权点略过此步骤</w:t>
            </w:r>
          </w:p>
          <w:p>
            <w:pPr>
              <w:snapToGrid w:val="0"/>
              <w:jc w:val="center"/>
              <w:rPr>
                <w:rFonts w:ascii="宋体" w:hAnsi="宋体"/>
                <w:vanish/>
                <w:szCs w:val="21"/>
              </w:rPr>
            </w:pPr>
          </w:p>
          <w:p>
            <w:pPr>
              <w:snapToGrid w:val="0"/>
              <w:jc w:val="center"/>
              <w:rPr>
                <w:rFonts w:ascii="宋体" w:hAnsi="宋体"/>
                <w:vanish/>
                <w:szCs w:val="21"/>
              </w:rPr>
            </w:pPr>
          </w:p>
          <w:p>
            <w:pPr>
              <w:snapToGrid w:val="0"/>
              <w:jc w:val="center"/>
              <w:rPr>
                <w:rFonts w:ascii="宋体" w:hAnsi="宋体"/>
              </w:rPr>
            </w:pPr>
          </w:p>
          <w:p>
            <w:pPr>
              <w:snapToGrid w:val="0"/>
              <w:ind w:firstLine="3045" w:firstLineChars="1450"/>
              <w:jc w:val="center"/>
              <w:rPr>
                <w:rFonts w:ascii="宋体" w:hAnsi="宋体"/>
              </w:rPr>
            </w:pPr>
          </w:p>
          <w:p>
            <w:pPr>
              <w:snapToGrid w:val="0"/>
              <w:spacing w:afterLines="50"/>
              <w:jc w:val="right"/>
              <w:rPr>
                <w:rFonts w:ascii="宋体" w:hAnsi="宋体"/>
                <w:szCs w:val="21"/>
              </w:rPr>
            </w:pPr>
            <w:r>
              <w:rPr>
                <w:rFonts w:hint="eastAsia" w:ascii="宋体" w:hAnsi="宋体"/>
              </w:rPr>
              <w:t>责任教授签章：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689" w:hRule="atLeast"/>
          <w:jc w:val="center"/>
        </w:trPr>
        <w:tc>
          <w:tcPr>
            <w:tcW w:w="1986" w:type="dxa"/>
            <w:tcBorders>
              <w:top w:val="single" w:color="auto" w:sz="4" w:space="0"/>
              <w:left w:val="single" w:color="auto" w:sz="12" w:space="0"/>
              <w:bottom w:val="single" w:color="auto" w:sz="12" w:space="0"/>
              <w:right w:val="single" w:color="auto" w:sz="4" w:space="0"/>
            </w:tcBorders>
            <w:vAlign w:val="center"/>
          </w:tcPr>
          <w:p>
            <w:pPr>
              <w:snapToGrid w:val="0"/>
              <w:spacing w:line="240" w:lineRule="exact"/>
              <w:jc w:val="center"/>
              <w:rPr>
                <w:rFonts w:ascii="宋体" w:hAnsi="宋体"/>
                <w:b/>
                <w:bCs/>
                <w:spacing w:val="-4"/>
                <w:szCs w:val="21"/>
              </w:rPr>
            </w:pPr>
            <w:r>
              <w:rPr>
                <w:rFonts w:hint="eastAsia" w:ascii="宋体" w:hAnsi="宋体"/>
                <w:b/>
                <w:bCs/>
                <w:spacing w:val="-4"/>
              </w:rPr>
              <w:t>学院审查意见</w:t>
            </w:r>
          </w:p>
        </w:tc>
        <w:tc>
          <w:tcPr>
            <w:tcW w:w="8044" w:type="dxa"/>
            <w:gridSpan w:val="6"/>
            <w:tcBorders>
              <w:top w:val="single" w:color="auto" w:sz="4" w:space="0"/>
              <w:left w:val="single" w:color="auto" w:sz="4" w:space="0"/>
              <w:bottom w:val="single" w:color="auto" w:sz="12" w:space="0"/>
              <w:right w:val="single" w:color="auto" w:sz="12" w:space="0"/>
            </w:tcBorders>
            <w:vAlign w:val="center"/>
          </w:tcPr>
          <w:p>
            <w:pPr>
              <w:snapToGrid w:val="0"/>
              <w:jc w:val="center"/>
              <w:rPr>
                <w:rFonts w:ascii="宋体" w:hAnsi="宋体"/>
                <w:szCs w:val="21"/>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p>
            <w:pPr>
              <w:snapToGrid w:val="0"/>
              <w:spacing w:afterLines="50"/>
              <w:jc w:val="right"/>
              <w:rPr>
                <w:rFonts w:ascii="宋体" w:hAnsi="宋体"/>
                <w:szCs w:val="21"/>
              </w:rPr>
            </w:pPr>
            <w:r>
              <w:rPr>
                <w:rFonts w:hint="eastAsia" w:ascii="宋体" w:hAnsi="宋体"/>
              </w:rPr>
              <w:t>负责人签章：               年     月     日</w:t>
            </w:r>
          </w:p>
        </w:tc>
      </w:tr>
    </w:tbl>
    <w:p>
      <w:pPr>
        <w:spacing w:line="360" w:lineRule="exact"/>
        <w:ind w:leftChars="-202" w:right="-607" w:rightChars="-289" w:hanging="424" w:hangingChars="202"/>
        <w:rPr>
          <w:rFonts w:ascii="宋体" w:hAnsi="宋体"/>
        </w:rPr>
      </w:pPr>
      <w:r>
        <w:rPr>
          <w:rFonts w:hint="eastAsia" w:ascii="宋体" w:hAnsi="宋体"/>
        </w:rPr>
        <w:t>注：</w:t>
      </w:r>
    </w:p>
    <w:p>
      <w:pPr>
        <w:spacing w:line="420" w:lineRule="exact"/>
        <w:ind w:left="-4" w:leftChars="-2" w:right="-181" w:rightChars="-86" w:firstLine="420" w:firstLineChars="200"/>
        <w:rPr>
          <w:rFonts w:ascii="宋体" w:hAnsi="宋体"/>
        </w:rPr>
      </w:pPr>
      <w:r>
        <w:rPr>
          <w:rFonts w:hint="eastAsia" w:ascii="宋体" w:hAnsi="宋体"/>
        </w:rPr>
        <w:t>此表连同本人的博士学位论文和代表性成果原件装入档案袋依次交给导师、责任教授审核，待全部同意后，将本表及相关成果原件及其复印件、送审的论文材料和博士成绩单提交至学院教学科研办研究生秘书。</w:t>
      </w:r>
    </w:p>
    <w:p>
      <w:pPr>
        <w:rPr>
          <w:rFonts w:ascii="仿宋_GB2312" w:eastAsia="仿宋_GB2312"/>
          <w:szCs w:val="21"/>
        </w:rPr>
      </w:pPr>
    </w:p>
    <w:sectPr>
      <w:headerReference r:id="rId3" w:type="default"/>
      <w:footerReference r:id="rId5" w:type="default"/>
      <w:headerReference r:id="rId4" w:type="even"/>
      <w:footerReference r:id="rId6" w:type="even"/>
      <w:pgSz w:w="11906" w:h="16838"/>
      <w:pgMar w:top="1440" w:right="1797" w:bottom="1440" w:left="1644"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page" w:x="14061" w:y="58"/>
      <w:jc w:val="right"/>
      <w:rPr>
        <w:rStyle w:val="16"/>
        <w:rFonts w:ascii="仿宋_GB2312" w:eastAsia="仿宋_GB2312"/>
        <w:sz w:val="32"/>
        <w:szCs w:val="32"/>
      </w:rPr>
    </w:pPr>
    <w:r>
      <w:rPr>
        <w:rFonts w:hint="eastAsia" w:ascii="仿宋_GB2312" w:eastAsia="仿宋_GB2312"/>
        <w:sz w:val="32"/>
        <w:szCs w:val="32"/>
      </w:rPr>
      <w:fldChar w:fldCharType="begin"/>
    </w:r>
    <w:r>
      <w:rPr>
        <w:rStyle w:val="16"/>
        <w:rFonts w:hint="eastAsia" w:ascii="仿宋_GB2312" w:eastAsia="仿宋_GB2312"/>
        <w:sz w:val="32"/>
        <w:szCs w:val="32"/>
      </w:rPr>
      <w:instrText xml:space="preserve">PAGE  </w:instrText>
    </w:r>
    <w:r>
      <w:rPr>
        <w:rFonts w:hint="eastAsia" w:ascii="仿宋_GB2312" w:eastAsia="仿宋_GB2312"/>
        <w:sz w:val="32"/>
        <w:szCs w:val="32"/>
      </w:rPr>
      <w:fldChar w:fldCharType="separate"/>
    </w:r>
    <w:r>
      <w:rPr>
        <w:rStyle w:val="16"/>
        <w:rFonts w:ascii="仿宋_GB2312" w:eastAsia="仿宋_GB2312"/>
        <w:sz w:val="32"/>
        <w:szCs w:val="32"/>
      </w:rPr>
      <w:t>- 17 -</w:t>
    </w:r>
    <w:r>
      <w:rPr>
        <w:rFonts w:hint="eastAsia" w:ascii="仿宋_GB2312" w:eastAsia="仿宋_GB2312"/>
        <w:sz w:val="32"/>
        <w:szCs w:val="32"/>
      </w:rPr>
      <w:fldChar w:fldCharType="end"/>
    </w:r>
  </w:p>
  <w:p>
    <w:pPr>
      <w:pStyle w:val="9"/>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y="1"/>
      <w:rPr>
        <w:rStyle w:val="16"/>
        <w:rFonts w:ascii="仿宋_GB2312" w:eastAsia="仿宋_GB2312"/>
        <w:sz w:val="32"/>
        <w:szCs w:val="32"/>
      </w:rPr>
    </w:pPr>
    <w:r>
      <w:rPr>
        <w:rFonts w:hint="eastAsia" w:ascii="仿宋_GB2312" w:eastAsia="仿宋_GB2312"/>
        <w:sz w:val="32"/>
        <w:szCs w:val="32"/>
      </w:rPr>
      <w:fldChar w:fldCharType="begin"/>
    </w:r>
    <w:r>
      <w:rPr>
        <w:rStyle w:val="16"/>
        <w:rFonts w:hint="eastAsia" w:ascii="仿宋_GB2312" w:eastAsia="仿宋_GB2312"/>
        <w:sz w:val="32"/>
        <w:szCs w:val="32"/>
      </w:rPr>
      <w:instrText xml:space="preserve">PAGE  </w:instrText>
    </w:r>
    <w:r>
      <w:rPr>
        <w:rFonts w:hint="eastAsia" w:ascii="仿宋_GB2312" w:eastAsia="仿宋_GB2312"/>
        <w:sz w:val="32"/>
        <w:szCs w:val="32"/>
      </w:rPr>
      <w:fldChar w:fldCharType="separate"/>
    </w:r>
    <w:r>
      <w:rPr>
        <w:rStyle w:val="16"/>
        <w:rFonts w:ascii="仿宋_GB2312" w:eastAsia="仿宋_GB2312"/>
        <w:sz w:val="32"/>
        <w:szCs w:val="32"/>
      </w:rPr>
      <w:t>- 16 -</w:t>
    </w:r>
    <w:r>
      <w:rPr>
        <w:rFonts w:hint="eastAsia" w:ascii="仿宋_GB2312" w:eastAsia="仿宋_GB2312"/>
        <w:sz w:val="32"/>
        <w:szCs w:val="32"/>
      </w:rPr>
      <w:fldChar w:fldCharType="end"/>
    </w:r>
    <w:r>
      <w:rPr>
        <w:rStyle w:val="16"/>
        <w:rFonts w:hint="eastAsia" w:ascii="仿宋_GB2312" w:eastAsia="仿宋_GB2312"/>
        <w:sz w:val="32"/>
        <w:szCs w:val="32"/>
      </w:rPr>
      <w:t xml:space="preserve"> </w:t>
    </w:r>
  </w:p>
  <w:p>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425"/>
  <w:evenAndOddHeaders w:val="1"/>
  <w:drawingGridHorizontalSpacing w:val="105"/>
  <w:drawingGridVerticalSpacing w:val="156"/>
  <w:displayHorizontalDrawingGridEvery w:val="0"/>
  <w:displayVerticalDrawingGridEvery w:val="2"/>
  <w:doNotShadeFormData w:val="1"/>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fieldCopyNum" w:val="0000001"/>
    <w:docVar w:name="fieldSecreteDeg" w:val="绝密"/>
    <w:docVar w:name="fieldSecreteLen" w:val="★一年"/>
    <w:docVar w:name="fieldUrgencyDeg" w:val="特  急"/>
  </w:docVars>
  <w:rsids>
    <w:rsidRoot w:val="000033E6"/>
    <w:rsid w:val="000032C4"/>
    <w:rsid w:val="000033E6"/>
    <w:rsid w:val="0000497E"/>
    <w:rsid w:val="000116D6"/>
    <w:rsid w:val="00011D9E"/>
    <w:rsid w:val="00015C55"/>
    <w:rsid w:val="0001646A"/>
    <w:rsid w:val="00016F22"/>
    <w:rsid w:val="00021196"/>
    <w:rsid w:val="0002195D"/>
    <w:rsid w:val="00021FE9"/>
    <w:rsid w:val="000223CE"/>
    <w:rsid w:val="00027202"/>
    <w:rsid w:val="000319B5"/>
    <w:rsid w:val="000343D2"/>
    <w:rsid w:val="00035E3A"/>
    <w:rsid w:val="00037246"/>
    <w:rsid w:val="0003726A"/>
    <w:rsid w:val="0003727C"/>
    <w:rsid w:val="0004414D"/>
    <w:rsid w:val="0004444E"/>
    <w:rsid w:val="00045AA2"/>
    <w:rsid w:val="000469FA"/>
    <w:rsid w:val="000514EF"/>
    <w:rsid w:val="000518CB"/>
    <w:rsid w:val="00052654"/>
    <w:rsid w:val="00055332"/>
    <w:rsid w:val="00056308"/>
    <w:rsid w:val="0005642F"/>
    <w:rsid w:val="00057574"/>
    <w:rsid w:val="00061BA8"/>
    <w:rsid w:val="000628B5"/>
    <w:rsid w:val="00063359"/>
    <w:rsid w:val="00063ED8"/>
    <w:rsid w:val="00064041"/>
    <w:rsid w:val="00066A8E"/>
    <w:rsid w:val="00071B3D"/>
    <w:rsid w:val="00071FDC"/>
    <w:rsid w:val="00072F21"/>
    <w:rsid w:val="000735B2"/>
    <w:rsid w:val="00073F8D"/>
    <w:rsid w:val="00076C1D"/>
    <w:rsid w:val="00077041"/>
    <w:rsid w:val="00077BDD"/>
    <w:rsid w:val="0008214A"/>
    <w:rsid w:val="0008329E"/>
    <w:rsid w:val="0008452A"/>
    <w:rsid w:val="00085526"/>
    <w:rsid w:val="0008594C"/>
    <w:rsid w:val="00090BC8"/>
    <w:rsid w:val="0009154F"/>
    <w:rsid w:val="00092B16"/>
    <w:rsid w:val="00093DD3"/>
    <w:rsid w:val="000946C0"/>
    <w:rsid w:val="00095E4C"/>
    <w:rsid w:val="00096803"/>
    <w:rsid w:val="00096A3E"/>
    <w:rsid w:val="000A03EA"/>
    <w:rsid w:val="000A0D25"/>
    <w:rsid w:val="000A2A4C"/>
    <w:rsid w:val="000A3563"/>
    <w:rsid w:val="000A37D8"/>
    <w:rsid w:val="000A4BD3"/>
    <w:rsid w:val="000B192A"/>
    <w:rsid w:val="000B1E36"/>
    <w:rsid w:val="000B2D68"/>
    <w:rsid w:val="000B3B86"/>
    <w:rsid w:val="000B6CD4"/>
    <w:rsid w:val="000C07B0"/>
    <w:rsid w:val="000C1C1B"/>
    <w:rsid w:val="000C1DD9"/>
    <w:rsid w:val="000C1F65"/>
    <w:rsid w:val="000C2351"/>
    <w:rsid w:val="000C26ED"/>
    <w:rsid w:val="000C2992"/>
    <w:rsid w:val="000C3116"/>
    <w:rsid w:val="000C619A"/>
    <w:rsid w:val="000C7BFC"/>
    <w:rsid w:val="000C7CEE"/>
    <w:rsid w:val="000D1CD2"/>
    <w:rsid w:val="000D2146"/>
    <w:rsid w:val="000D28AB"/>
    <w:rsid w:val="000D4220"/>
    <w:rsid w:val="000D672D"/>
    <w:rsid w:val="000D675B"/>
    <w:rsid w:val="000D67C1"/>
    <w:rsid w:val="000D7660"/>
    <w:rsid w:val="000E0745"/>
    <w:rsid w:val="000E13BB"/>
    <w:rsid w:val="000E14E9"/>
    <w:rsid w:val="000E27EE"/>
    <w:rsid w:val="000E3A19"/>
    <w:rsid w:val="000E4ED8"/>
    <w:rsid w:val="000E659A"/>
    <w:rsid w:val="000F0D62"/>
    <w:rsid w:val="000F12F4"/>
    <w:rsid w:val="000F70AB"/>
    <w:rsid w:val="00100F54"/>
    <w:rsid w:val="00106E29"/>
    <w:rsid w:val="00113C09"/>
    <w:rsid w:val="001159EE"/>
    <w:rsid w:val="00115B59"/>
    <w:rsid w:val="001162C3"/>
    <w:rsid w:val="00117BE3"/>
    <w:rsid w:val="00122649"/>
    <w:rsid w:val="00123169"/>
    <w:rsid w:val="00124153"/>
    <w:rsid w:val="0012557D"/>
    <w:rsid w:val="0012749D"/>
    <w:rsid w:val="001275FC"/>
    <w:rsid w:val="001279FE"/>
    <w:rsid w:val="00127E7E"/>
    <w:rsid w:val="00130AC2"/>
    <w:rsid w:val="00133ABB"/>
    <w:rsid w:val="001362EF"/>
    <w:rsid w:val="0014115A"/>
    <w:rsid w:val="00141312"/>
    <w:rsid w:val="001433B7"/>
    <w:rsid w:val="001458F3"/>
    <w:rsid w:val="00145C04"/>
    <w:rsid w:val="0014618E"/>
    <w:rsid w:val="00146683"/>
    <w:rsid w:val="00146CF2"/>
    <w:rsid w:val="001500B5"/>
    <w:rsid w:val="00151972"/>
    <w:rsid w:val="00154A17"/>
    <w:rsid w:val="00154AD1"/>
    <w:rsid w:val="00156823"/>
    <w:rsid w:val="001573B1"/>
    <w:rsid w:val="00160C80"/>
    <w:rsid w:val="0016181F"/>
    <w:rsid w:val="00161A5D"/>
    <w:rsid w:val="00162B13"/>
    <w:rsid w:val="00163092"/>
    <w:rsid w:val="00163836"/>
    <w:rsid w:val="00166682"/>
    <w:rsid w:val="0016750C"/>
    <w:rsid w:val="0017117D"/>
    <w:rsid w:val="001714C5"/>
    <w:rsid w:val="0017398D"/>
    <w:rsid w:val="001756D7"/>
    <w:rsid w:val="00176299"/>
    <w:rsid w:val="00176BE6"/>
    <w:rsid w:val="001816DC"/>
    <w:rsid w:val="001822F9"/>
    <w:rsid w:val="0018392D"/>
    <w:rsid w:val="00184D71"/>
    <w:rsid w:val="00185BDB"/>
    <w:rsid w:val="00185DE1"/>
    <w:rsid w:val="00187C74"/>
    <w:rsid w:val="00190290"/>
    <w:rsid w:val="0019279E"/>
    <w:rsid w:val="00195370"/>
    <w:rsid w:val="00196B5A"/>
    <w:rsid w:val="001A3AC5"/>
    <w:rsid w:val="001A6BE2"/>
    <w:rsid w:val="001A7F93"/>
    <w:rsid w:val="001B0BD2"/>
    <w:rsid w:val="001B13C7"/>
    <w:rsid w:val="001B1523"/>
    <w:rsid w:val="001B224A"/>
    <w:rsid w:val="001B3D44"/>
    <w:rsid w:val="001B5E43"/>
    <w:rsid w:val="001B74AC"/>
    <w:rsid w:val="001C10E0"/>
    <w:rsid w:val="001C26F1"/>
    <w:rsid w:val="001C2F2B"/>
    <w:rsid w:val="001C5E1C"/>
    <w:rsid w:val="001C605A"/>
    <w:rsid w:val="001C7826"/>
    <w:rsid w:val="001C7AE6"/>
    <w:rsid w:val="001D0F5D"/>
    <w:rsid w:val="001D234E"/>
    <w:rsid w:val="001D3AA3"/>
    <w:rsid w:val="001D5015"/>
    <w:rsid w:val="001E002F"/>
    <w:rsid w:val="001E0B40"/>
    <w:rsid w:val="001E2660"/>
    <w:rsid w:val="001E2A29"/>
    <w:rsid w:val="001E5027"/>
    <w:rsid w:val="001E65B9"/>
    <w:rsid w:val="001E71FB"/>
    <w:rsid w:val="001F1159"/>
    <w:rsid w:val="001F2A39"/>
    <w:rsid w:val="001F3FF0"/>
    <w:rsid w:val="001F45CA"/>
    <w:rsid w:val="001F461C"/>
    <w:rsid w:val="001F51A6"/>
    <w:rsid w:val="001F51BD"/>
    <w:rsid w:val="001F7A8E"/>
    <w:rsid w:val="00201B7B"/>
    <w:rsid w:val="00201B8A"/>
    <w:rsid w:val="00207239"/>
    <w:rsid w:val="002072E7"/>
    <w:rsid w:val="0021083F"/>
    <w:rsid w:val="00212F93"/>
    <w:rsid w:val="002130DB"/>
    <w:rsid w:val="00214C56"/>
    <w:rsid w:val="00215CA8"/>
    <w:rsid w:val="002163BD"/>
    <w:rsid w:val="00216994"/>
    <w:rsid w:val="00216D12"/>
    <w:rsid w:val="002173E1"/>
    <w:rsid w:val="00222046"/>
    <w:rsid w:val="002221EC"/>
    <w:rsid w:val="00224B92"/>
    <w:rsid w:val="002266E0"/>
    <w:rsid w:val="002272D8"/>
    <w:rsid w:val="00230034"/>
    <w:rsid w:val="002308EB"/>
    <w:rsid w:val="00231D1E"/>
    <w:rsid w:val="00234C3A"/>
    <w:rsid w:val="00235EC3"/>
    <w:rsid w:val="0024188F"/>
    <w:rsid w:val="00244BDA"/>
    <w:rsid w:val="00245635"/>
    <w:rsid w:val="00255DC8"/>
    <w:rsid w:val="00256644"/>
    <w:rsid w:val="002607AE"/>
    <w:rsid w:val="002610DF"/>
    <w:rsid w:val="00263D3D"/>
    <w:rsid w:val="00264D24"/>
    <w:rsid w:val="0026724B"/>
    <w:rsid w:val="002676F2"/>
    <w:rsid w:val="002708AA"/>
    <w:rsid w:val="00272677"/>
    <w:rsid w:val="002771FE"/>
    <w:rsid w:val="002802D1"/>
    <w:rsid w:val="002813A4"/>
    <w:rsid w:val="002813D7"/>
    <w:rsid w:val="002829E8"/>
    <w:rsid w:val="002831E3"/>
    <w:rsid w:val="0028421B"/>
    <w:rsid w:val="002847A9"/>
    <w:rsid w:val="002860A8"/>
    <w:rsid w:val="00286948"/>
    <w:rsid w:val="002913D7"/>
    <w:rsid w:val="00292999"/>
    <w:rsid w:val="00292A26"/>
    <w:rsid w:val="0029545F"/>
    <w:rsid w:val="00295F01"/>
    <w:rsid w:val="002979EB"/>
    <w:rsid w:val="002A0454"/>
    <w:rsid w:val="002A20D2"/>
    <w:rsid w:val="002A2655"/>
    <w:rsid w:val="002A2FC8"/>
    <w:rsid w:val="002A614D"/>
    <w:rsid w:val="002A61FE"/>
    <w:rsid w:val="002A7E1B"/>
    <w:rsid w:val="002B0165"/>
    <w:rsid w:val="002B030B"/>
    <w:rsid w:val="002B0447"/>
    <w:rsid w:val="002B172E"/>
    <w:rsid w:val="002B1FAF"/>
    <w:rsid w:val="002B3C0E"/>
    <w:rsid w:val="002B3F47"/>
    <w:rsid w:val="002B7BFE"/>
    <w:rsid w:val="002C125F"/>
    <w:rsid w:val="002C29F9"/>
    <w:rsid w:val="002C30F3"/>
    <w:rsid w:val="002C34BC"/>
    <w:rsid w:val="002C3667"/>
    <w:rsid w:val="002C4846"/>
    <w:rsid w:val="002C57C8"/>
    <w:rsid w:val="002C71BC"/>
    <w:rsid w:val="002C733A"/>
    <w:rsid w:val="002C7392"/>
    <w:rsid w:val="002C7B0D"/>
    <w:rsid w:val="002D2D67"/>
    <w:rsid w:val="002D6D5A"/>
    <w:rsid w:val="002E1169"/>
    <w:rsid w:val="002E22F7"/>
    <w:rsid w:val="002E271A"/>
    <w:rsid w:val="002E5338"/>
    <w:rsid w:val="002E60C9"/>
    <w:rsid w:val="002E62CD"/>
    <w:rsid w:val="002E7BFA"/>
    <w:rsid w:val="002F06A4"/>
    <w:rsid w:val="002F0C86"/>
    <w:rsid w:val="002F1750"/>
    <w:rsid w:val="002F43C3"/>
    <w:rsid w:val="002F7ADC"/>
    <w:rsid w:val="0030070F"/>
    <w:rsid w:val="00300A28"/>
    <w:rsid w:val="00302961"/>
    <w:rsid w:val="00302B40"/>
    <w:rsid w:val="00302D72"/>
    <w:rsid w:val="00304211"/>
    <w:rsid w:val="00305ADB"/>
    <w:rsid w:val="003117C4"/>
    <w:rsid w:val="0031198A"/>
    <w:rsid w:val="00311EBA"/>
    <w:rsid w:val="003126BC"/>
    <w:rsid w:val="00314659"/>
    <w:rsid w:val="0032216D"/>
    <w:rsid w:val="003244FC"/>
    <w:rsid w:val="003251EA"/>
    <w:rsid w:val="00326B4B"/>
    <w:rsid w:val="003300A2"/>
    <w:rsid w:val="00332F63"/>
    <w:rsid w:val="003338B8"/>
    <w:rsid w:val="00336070"/>
    <w:rsid w:val="003408F1"/>
    <w:rsid w:val="00340E11"/>
    <w:rsid w:val="0034195D"/>
    <w:rsid w:val="003427BF"/>
    <w:rsid w:val="0034486D"/>
    <w:rsid w:val="00345FFE"/>
    <w:rsid w:val="003527A1"/>
    <w:rsid w:val="00352ECC"/>
    <w:rsid w:val="00353531"/>
    <w:rsid w:val="003576AB"/>
    <w:rsid w:val="00361BE3"/>
    <w:rsid w:val="00362520"/>
    <w:rsid w:val="003626B2"/>
    <w:rsid w:val="0036614B"/>
    <w:rsid w:val="003762AF"/>
    <w:rsid w:val="00380045"/>
    <w:rsid w:val="00380818"/>
    <w:rsid w:val="00381ADD"/>
    <w:rsid w:val="003835C3"/>
    <w:rsid w:val="00384516"/>
    <w:rsid w:val="00384F73"/>
    <w:rsid w:val="003850F3"/>
    <w:rsid w:val="00394A2D"/>
    <w:rsid w:val="00394EE7"/>
    <w:rsid w:val="00395986"/>
    <w:rsid w:val="00395DD0"/>
    <w:rsid w:val="00396151"/>
    <w:rsid w:val="0039726F"/>
    <w:rsid w:val="003977F8"/>
    <w:rsid w:val="003A02F7"/>
    <w:rsid w:val="003B2690"/>
    <w:rsid w:val="003C1ABA"/>
    <w:rsid w:val="003C2ACD"/>
    <w:rsid w:val="003C356A"/>
    <w:rsid w:val="003C44AD"/>
    <w:rsid w:val="003C7815"/>
    <w:rsid w:val="003D025E"/>
    <w:rsid w:val="003D3FD4"/>
    <w:rsid w:val="003D685A"/>
    <w:rsid w:val="003D72B6"/>
    <w:rsid w:val="003E00B8"/>
    <w:rsid w:val="003E4338"/>
    <w:rsid w:val="003E56DB"/>
    <w:rsid w:val="003F53D1"/>
    <w:rsid w:val="003F7377"/>
    <w:rsid w:val="003F7972"/>
    <w:rsid w:val="00400087"/>
    <w:rsid w:val="00401933"/>
    <w:rsid w:val="00403CB8"/>
    <w:rsid w:val="004109EB"/>
    <w:rsid w:val="00413D25"/>
    <w:rsid w:val="00414B3D"/>
    <w:rsid w:val="00415163"/>
    <w:rsid w:val="00417023"/>
    <w:rsid w:val="00422FD8"/>
    <w:rsid w:val="00423564"/>
    <w:rsid w:val="00423A06"/>
    <w:rsid w:val="004256E1"/>
    <w:rsid w:val="00426A24"/>
    <w:rsid w:val="00426BC6"/>
    <w:rsid w:val="0043106C"/>
    <w:rsid w:val="00431D1D"/>
    <w:rsid w:val="004331D4"/>
    <w:rsid w:val="00433EB3"/>
    <w:rsid w:val="00435891"/>
    <w:rsid w:val="00437414"/>
    <w:rsid w:val="00441462"/>
    <w:rsid w:val="00443C03"/>
    <w:rsid w:val="004442A9"/>
    <w:rsid w:val="004447F5"/>
    <w:rsid w:val="00445E71"/>
    <w:rsid w:val="00446965"/>
    <w:rsid w:val="004478D6"/>
    <w:rsid w:val="0045012E"/>
    <w:rsid w:val="0045087D"/>
    <w:rsid w:val="004517C0"/>
    <w:rsid w:val="00452960"/>
    <w:rsid w:val="00455AEB"/>
    <w:rsid w:val="00456D85"/>
    <w:rsid w:val="00462CE7"/>
    <w:rsid w:val="004640AC"/>
    <w:rsid w:val="00465938"/>
    <w:rsid w:val="00466ADE"/>
    <w:rsid w:val="0047007A"/>
    <w:rsid w:val="00470855"/>
    <w:rsid w:val="00471F85"/>
    <w:rsid w:val="0047298A"/>
    <w:rsid w:val="0047395F"/>
    <w:rsid w:val="00474379"/>
    <w:rsid w:val="004743AE"/>
    <w:rsid w:val="004773E8"/>
    <w:rsid w:val="00477A7C"/>
    <w:rsid w:val="00477BDA"/>
    <w:rsid w:val="0048272B"/>
    <w:rsid w:val="00483067"/>
    <w:rsid w:val="0048557C"/>
    <w:rsid w:val="0048558C"/>
    <w:rsid w:val="00485911"/>
    <w:rsid w:val="004917A6"/>
    <w:rsid w:val="00492F01"/>
    <w:rsid w:val="004930E7"/>
    <w:rsid w:val="00494E68"/>
    <w:rsid w:val="004A0739"/>
    <w:rsid w:val="004A0B08"/>
    <w:rsid w:val="004A4AB7"/>
    <w:rsid w:val="004A5BFB"/>
    <w:rsid w:val="004A6E22"/>
    <w:rsid w:val="004B03D9"/>
    <w:rsid w:val="004B50EB"/>
    <w:rsid w:val="004B5E89"/>
    <w:rsid w:val="004C06B5"/>
    <w:rsid w:val="004C50A0"/>
    <w:rsid w:val="004C580F"/>
    <w:rsid w:val="004C75AF"/>
    <w:rsid w:val="004D0C3F"/>
    <w:rsid w:val="004D18B4"/>
    <w:rsid w:val="004D319D"/>
    <w:rsid w:val="004E0998"/>
    <w:rsid w:val="004E1FF8"/>
    <w:rsid w:val="004E2805"/>
    <w:rsid w:val="004E3374"/>
    <w:rsid w:val="004E3EAC"/>
    <w:rsid w:val="004E463A"/>
    <w:rsid w:val="004E47DB"/>
    <w:rsid w:val="004E64B6"/>
    <w:rsid w:val="004E6F89"/>
    <w:rsid w:val="004E7D10"/>
    <w:rsid w:val="004F02B9"/>
    <w:rsid w:val="004F114B"/>
    <w:rsid w:val="004F1344"/>
    <w:rsid w:val="004F1A4A"/>
    <w:rsid w:val="004F2157"/>
    <w:rsid w:val="004F4601"/>
    <w:rsid w:val="004F4E30"/>
    <w:rsid w:val="004F6473"/>
    <w:rsid w:val="004F7F44"/>
    <w:rsid w:val="00503FA7"/>
    <w:rsid w:val="00505D89"/>
    <w:rsid w:val="00507CB0"/>
    <w:rsid w:val="00511576"/>
    <w:rsid w:val="005115A6"/>
    <w:rsid w:val="00512571"/>
    <w:rsid w:val="00514C9C"/>
    <w:rsid w:val="00521CA4"/>
    <w:rsid w:val="00521CC9"/>
    <w:rsid w:val="00522D63"/>
    <w:rsid w:val="005239CC"/>
    <w:rsid w:val="0052444D"/>
    <w:rsid w:val="00524ED7"/>
    <w:rsid w:val="005270F6"/>
    <w:rsid w:val="00527BF2"/>
    <w:rsid w:val="00530683"/>
    <w:rsid w:val="00530EDB"/>
    <w:rsid w:val="0053256E"/>
    <w:rsid w:val="005331AE"/>
    <w:rsid w:val="0053336A"/>
    <w:rsid w:val="0053768D"/>
    <w:rsid w:val="00540818"/>
    <w:rsid w:val="005413FD"/>
    <w:rsid w:val="00542170"/>
    <w:rsid w:val="0054356D"/>
    <w:rsid w:val="0054434B"/>
    <w:rsid w:val="00544FAA"/>
    <w:rsid w:val="00545568"/>
    <w:rsid w:val="005469B8"/>
    <w:rsid w:val="00546DFB"/>
    <w:rsid w:val="005533C2"/>
    <w:rsid w:val="005563B5"/>
    <w:rsid w:val="00556CA3"/>
    <w:rsid w:val="0055735D"/>
    <w:rsid w:val="00557D2B"/>
    <w:rsid w:val="0056263C"/>
    <w:rsid w:val="00563C24"/>
    <w:rsid w:val="005644C6"/>
    <w:rsid w:val="00565812"/>
    <w:rsid w:val="00566667"/>
    <w:rsid w:val="00567C1F"/>
    <w:rsid w:val="00570CBC"/>
    <w:rsid w:val="00572907"/>
    <w:rsid w:val="00574518"/>
    <w:rsid w:val="00574DC3"/>
    <w:rsid w:val="00580542"/>
    <w:rsid w:val="00582E8A"/>
    <w:rsid w:val="005867CB"/>
    <w:rsid w:val="00587845"/>
    <w:rsid w:val="00591044"/>
    <w:rsid w:val="00593524"/>
    <w:rsid w:val="00593A1A"/>
    <w:rsid w:val="00596B27"/>
    <w:rsid w:val="005A1374"/>
    <w:rsid w:val="005A287A"/>
    <w:rsid w:val="005A736F"/>
    <w:rsid w:val="005B0457"/>
    <w:rsid w:val="005B0C16"/>
    <w:rsid w:val="005B2DCF"/>
    <w:rsid w:val="005B506A"/>
    <w:rsid w:val="005B5CC7"/>
    <w:rsid w:val="005B6928"/>
    <w:rsid w:val="005B76D1"/>
    <w:rsid w:val="005C17AF"/>
    <w:rsid w:val="005C18F3"/>
    <w:rsid w:val="005C1B42"/>
    <w:rsid w:val="005C4475"/>
    <w:rsid w:val="005C4D4D"/>
    <w:rsid w:val="005C53B2"/>
    <w:rsid w:val="005C6549"/>
    <w:rsid w:val="005D316D"/>
    <w:rsid w:val="005D3E39"/>
    <w:rsid w:val="005D5CCF"/>
    <w:rsid w:val="005D6935"/>
    <w:rsid w:val="005E1169"/>
    <w:rsid w:val="005E1FA4"/>
    <w:rsid w:val="005E37BF"/>
    <w:rsid w:val="005E667D"/>
    <w:rsid w:val="005E7BEC"/>
    <w:rsid w:val="005E7C66"/>
    <w:rsid w:val="005F136B"/>
    <w:rsid w:val="005F2781"/>
    <w:rsid w:val="005F288C"/>
    <w:rsid w:val="005F4563"/>
    <w:rsid w:val="005F493F"/>
    <w:rsid w:val="005F5F82"/>
    <w:rsid w:val="005F6450"/>
    <w:rsid w:val="00601A2A"/>
    <w:rsid w:val="006036B9"/>
    <w:rsid w:val="006048B6"/>
    <w:rsid w:val="006051E2"/>
    <w:rsid w:val="0060607D"/>
    <w:rsid w:val="00606754"/>
    <w:rsid w:val="006117C0"/>
    <w:rsid w:val="0061197E"/>
    <w:rsid w:val="00614182"/>
    <w:rsid w:val="00614E67"/>
    <w:rsid w:val="0062066F"/>
    <w:rsid w:val="0062099C"/>
    <w:rsid w:val="00622458"/>
    <w:rsid w:val="006246E5"/>
    <w:rsid w:val="00626BDF"/>
    <w:rsid w:val="00627F43"/>
    <w:rsid w:val="0063331D"/>
    <w:rsid w:val="0063336F"/>
    <w:rsid w:val="006351CC"/>
    <w:rsid w:val="006364AD"/>
    <w:rsid w:val="00642BEA"/>
    <w:rsid w:val="00643255"/>
    <w:rsid w:val="00643E4C"/>
    <w:rsid w:val="00645D63"/>
    <w:rsid w:val="00646D5F"/>
    <w:rsid w:val="0065009F"/>
    <w:rsid w:val="00654120"/>
    <w:rsid w:val="006603F9"/>
    <w:rsid w:val="0066338A"/>
    <w:rsid w:val="00667C12"/>
    <w:rsid w:val="00673296"/>
    <w:rsid w:val="006742F6"/>
    <w:rsid w:val="0067761E"/>
    <w:rsid w:val="0069593E"/>
    <w:rsid w:val="006959CD"/>
    <w:rsid w:val="006972C6"/>
    <w:rsid w:val="006A0A8A"/>
    <w:rsid w:val="006A555B"/>
    <w:rsid w:val="006A6E63"/>
    <w:rsid w:val="006B13A8"/>
    <w:rsid w:val="006B79D5"/>
    <w:rsid w:val="006C44DE"/>
    <w:rsid w:val="006C5002"/>
    <w:rsid w:val="006C6972"/>
    <w:rsid w:val="006C7EB0"/>
    <w:rsid w:val="006D289D"/>
    <w:rsid w:val="006D4A69"/>
    <w:rsid w:val="006D5DFE"/>
    <w:rsid w:val="006D6DB4"/>
    <w:rsid w:val="006D6FD1"/>
    <w:rsid w:val="006E22FC"/>
    <w:rsid w:val="006E37DC"/>
    <w:rsid w:val="006E6505"/>
    <w:rsid w:val="006E6559"/>
    <w:rsid w:val="006E7A65"/>
    <w:rsid w:val="006F0E96"/>
    <w:rsid w:val="006F29BA"/>
    <w:rsid w:val="006F5C69"/>
    <w:rsid w:val="007039A0"/>
    <w:rsid w:val="007048C9"/>
    <w:rsid w:val="00704956"/>
    <w:rsid w:val="00705A87"/>
    <w:rsid w:val="00707E2A"/>
    <w:rsid w:val="00711DF2"/>
    <w:rsid w:val="00711E99"/>
    <w:rsid w:val="007123CB"/>
    <w:rsid w:val="00713120"/>
    <w:rsid w:val="007142C9"/>
    <w:rsid w:val="00714553"/>
    <w:rsid w:val="00716193"/>
    <w:rsid w:val="007161BD"/>
    <w:rsid w:val="00717516"/>
    <w:rsid w:val="00721462"/>
    <w:rsid w:val="00722C0A"/>
    <w:rsid w:val="00723501"/>
    <w:rsid w:val="00723EA4"/>
    <w:rsid w:val="00724352"/>
    <w:rsid w:val="00724EF3"/>
    <w:rsid w:val="00724F71"/>
    <w:rsid w:val="00730CDC"/>
    <w:rsid w:val="00733986"/>
    <w:rsid w:val="00734155"/>
    <w:rsid w:val="00736DE3"/>
    <w:rsid w:val="007411FA"/>
    <w:rsid w:val="0074154C"/>
    <w:rsid w:val="00750FFF"/>
    <w:rsid w:val="00751A2F"/>
    <w:rsid w:val="00753973"/>
    <w:rsid w:val="00767759"/>
    <w:rsid w:val="007746C7"/>
    <w:rsid w:val="00774988"/>
    <w:rsid w:val="00774F39"/>
    <w:rsid w:val="007765D2"/>
    <w:rsid w:val="00780198"/>
    <w:rsid w:val="007803B4"/>
    <w:rsid w:val="00781629"/>
    <w:rsid w:val="0078223F"/>
    <w:rsid w:val="00782797"/>
    <w:rsid w:val="007837F2"/>
    <w:rsid w:val="00785802"/>
    <w:rsid w:val="007871F7"/>
    <w:rsid w:val="00787FAD"/>
    <w:rsid w:val="00791C1A"/>
    <w:rsid w:val="00792E8A"/>
    <w:rsid w:val="007957A0"/>
    <w:rsid w:val="00797309"/>
    <w:rsid w:val="007A1D12"/>
    <w:rsid w:val="007A6F44"/>
    <w:rsid w:val="007B0C8E"/>
    <w:rsid w:val="007B1B8B"/>
    <w:rsid w:val="007B334A"/>
    <w:rsid w:val="007B3B52"/>
    <w:rsid w:val="007B737E"/>
    <w:rsid w:val="007C0F9B"/>
    <w:rsid w:val="007C5ED3"/>
    <w:rsid w:val="007D5EF3"/>
    <w:rsid w:val="007D5F14"/>
    <w:rsid w:val="007D6A78"/>
    <w:rsid w:val="007D7078"/>
    <w:rsid w:val="007E0309"/>
    <w:rsid w:val="007E28E2"/>
    <w:rsid w:val="007E3239"/>
    <w:rsid w:val="007E3D69"/>
    <w:rsid w:val="007E539D"/>
    <w:rsid w:val="007E7023"/>
    <w:rsid w:val="007E74C2"/>
    <w:rsid w:val="007F1C1A"/>
    <w:rsid w:val="007F2B05"/>
    <w:rsid w:val="007F4039"/>
    <w:rsid w:val="007F4B5E"/>
    <w:rsid w:val="007F636A"/>
    <w:rsid w:val="00800805"/>
    <w:rsid w:val="00804FFF"/>
    <w:rsid w:val="00806520"/>
    <w:rsid w:val="0080673A"/>
    <w:rsid w:val="00806798"/>
    <w:rsid w:val="00806BE8"/>
    <w:rsid w:val="00810450"/>
    <w:rsid w:val="00810495"/>
    <w:rsid w:val="00815689"/>
    <w:rsid w:val="008175BD"/>
    <w:rsid w:val="008209A3"/>
    <w:rsid w:val="00821B77"/>
    <w:rsid w:val="00823B60"/>
    <w:rsid w:val="00823D9A"/>
    <w:rsid w:val="00824747"/>
    <w:rsid w:val="00824CC5"/>
    <w:rsid w:val="008270BE"/>
    <w:rsid w:val="00827C23"/>
    <w:rsid w:val="0083056B"/>
    <w:rsid w:val="00831908"/>
    <w:rsid w:val="00831A25"/>
    <w:rsid w:val="00835707"/>
    <w:rsid w:val="008378AA"/>
    <w:rsid w:val="008413CB"/>
    <w:rsid w:val="00841820"/>
    <w:rsid w:val="00842485"/>
    <w:rsid w:val="008428B8"/>
    <w:rsid w:val="008431C5"/>
    <w:rsid w:val="00845AC2"/>
    <w:rsid w:val="00851EF7"/>
    <w:rsid w:val="008538F9"/>
    <w:rsid w:val="00853F70"/>
    <w:rsid w:val="00862E9C"/>
    <w:rsid w:val="00862F79"/>
    <w:rsid w:val="008640F7"/>
    <w:rsid w:val="008642B2"/>
    <w:rsid w:val="00865D17"/>
    <w:rsid w:val="00872F22"/>
    <w:rsid w:val="00873317"/>
    <w:rsid w:val="0087475A"/>
    <w:rsid w:val="00874BEA"/>
    <w:rsid w:val="0088317E"/>
    <w:rsid w:val="00885C30"/>
    <w:rsid w:val="00890111"/>
    <w:rsid w:val="00890A16"/>
    <w:rsid w:val="00892343"/>
    <w:rsid w:val="00893543"/>
    <w:rsid w:val="00893F7C"/>
    <w:rsid w:val="008A1E33"/>
    <w:rsid w:val="008A1FCB"/>
    <w:rsid w:val="008A272B"/>
    <w:rsid w:val="008A65E7"/>
    <w:rsid w:val="008A65F8"/>
    <w:rsid w:val="008A7EA4"/>
    <w:rsid w:val="008B184A"/>
    <w:rsid w:val="008B2602"/>
    <w:rsid w:val="008B4B8E"/>
    <w:rsid w:val="008B5818"/>
    <w:rsid w:val="008B5AB5"/>
    <w:rsid w:val="008B5EC9"/>
    <w:rsid w:val="008B66CF"/>
    <w:rsid w:val="008B7813"/>
    <w:rsid w:val="008C0A8B"/>
    <w:rsid w:val="008C2704"/>
    <w:rsid w:val="008D3929"/>
    <w:rsid w:val="008D47CD"/>
    <w:rsid w:val="008D4A8A"/>
    <w:rsid w:val="008D5792"/>
    <w:rsid w:val="008D7981"/>
    <w:rsid w:val="008E0FCF"/>
    <w:rsid w:val="008E4379"/>
    <w:rsid w:val="008E5498"/>
    <w:rsid w:val="008E5ADA"/>
    <w:rsid w:val="008E6886"/>
    <w:rsid w:val="008F0704"/>
    <w:rsid w:val="008F0DD3"/>
    <w:rsid w:val="008F14B2"/>
    <w:rsid w:val="008F1E01"/>
    <w:rsid w:val="008F24FD"/>
    <w:rsid w:val="008F2785"/>
    <w:rsid w:val="008F5FAD"/>
    <w:rsid w:val="008F62DB"/>
    <w:rsid w:val="008F63E9"/>
    <w:rsid w:val="008F7ED2"/>
    <w:rsid w:val="00901D98"/>
    <w:rsid w:val="00903998"/>
    <w:rsid w:val="00904313"/>
    <w:rsid w:val="00907CEA"/>
    <w:rsid w:val="00910AF4"/>
    <w:rsid w:val="00910C7F"/>
    <w:rsid w:val="009111CD"/>
    <w:rsid w:val="00912B21"/>
    <w:rsid w:val="00913B6A"/>
    <w:rsid w:val="009148D1"/>
    <w:rsid w:val="009151A1"/>
    <w:rsid w:val="00915EBC"/>
    <w:rsid w:val="009163DD"/>
    <w:rsid w:val="00916EE4"/>
    <w:rsid w:val="00920A93"/>
    <w:rsid w:val="009219DD"/>
    <w:rsid w:val="009236FF"/>
    <w:rsid w:val="0092377E"/>
    <w:rsid w:val="0092422D"/>
    <w:rsid w:val="009243AB"/>
    <w:rsid w:val="009267F0"/>
    <w:rsid w:val="009279FA"/>
    <w:rsid w:val="00927F44"/>
    <w:rsid w:val="00930117"/>
    <w:rsid w:val="009302B6"/>
    <w:rsid w:val="00930BAF"/>
    <w:rsid w:val="00931B77"/>
    <w:rsid w:val="00932A36"/>
    <w:rsid w:val="009348D3"/>
    <w:rsid w:val="00936EF0"/>
    <w:rsid w:val="009377B1"/>
    <w:rsid w:val="00941432"/>
    <w:rsid w:val="00941F26"/>
    <w:rsid w:val="00943E99"/>
    <w:rsid w:val="00943FA8"/>
    <w:rsid w:val="0094774D"/>
    <w:rsid w:val="00950212"/>
    <w:rsid w:val="009506CA"/>
    <w:rsid w:val="00951115"/>
    <w:rsid w:val="00951FF2"/>
    <w:rsid w:val="00952C81"/>
    <w:rsid w:val="00952E6F"/>
    <w:rsid w:val="009538C7"/>
    <w:rsid w:val="00953F6F"/>
    <w:rsid w:val="009541E0"/>
    <w:rsid w:val="0095421B"/>
    <w:rsid w:val="00956E45"/>
    <w:rsid w:val="0095743A"/>
    <w:rsid w:val="0096264A"/>
    <w:rsid w:val="0096556E"/>
    <w:rsid w:val="009703F5"/>
    <w:rsid w:val="00970B58"/>
    <w:rsid w:val="00971450"/>
    <w:rsid w:val="009714FA"/>
    <w:rsid w:val="0097390D"/>
    <w:rsid w:val="00974E2C"/>
    <w:rsid w:val="00976116"/>
    <w:rsid w:val="00976D3B"/>
    <w:rsid w:val="00977503"/>
    <w:rsid w:val="00980A5B"/>
    <w:rsid w:val="009815FC"/>
    <w:rsid w:val="009850ED"/>
    <w:rsid w:val="0098720E"/>
    <w:rsid w:val="00987298"/>
    <w:rsid w:val="009916F2"/>
    <w:rsid w:val="009932C7"/>
    <w:rsid w:val="009965EA"/>
    <w:rsid w:val="0099666A"/>
    <w:rsid w:val="009A00C7"/>
    <w:rsid w:val="009A5919"/>
    <w:rsid w:val="009A6461"/>
    <w:rsid w:val="009A7FB9"/>
    <w:rsid w:val="009B04F6"/>
    <w:rsid w:val="009B3DBA"/>
    <w:rsid w:val="009B525A"/>
    <w:rsid w:val="009B571A"/>
    <w:rsid w:val="009B5CBF"/>
    <w:rsid w:val="009B6113"/>
    <w:rsid w:val="009C2954"/>
    <w:rsid w:val="009C3842"/>
    <w:rsid w:val="009C4F2E"/>
    <w:rsid w:val="009C6477"/>
    <w:rsid w:val="009C67FF"/>
    <w:rsid w:val="009D0AA7"/>
    <w:rsid w:val="009D0EDB"/>
    <w:rsid w:val="009D5C18"/>
    <w:rsid w:val="009D747C"/>
    <w:rsid w:val="009D7A55"/>
    <w:rsid w:val="009D7C30"/>
    <w:rsid w:val="009E14B2"/>
    <w:rsid w:val="009E1BB1"/>
    <w:rsid w:val="009E1C09"/>
    <w:rsid w:val="009E2DC5"/>
    <w:rsid w:val="009F0913"/>
    <w:rsid w:val="009F78C0"/>
    <w:rsid w:val="00A007AC"/>
    <w:rsid w:val="00A00863"/>
    <w:rsid w:val="00A00926"/>
    <w:rsid w:val="00A00EB6"/>
    <w:rsid w:val="00A03625"/>
    <w:rsid w:val="00A042FC"/>
    <w:rsid w:val="00A05B02"/>
    <w:rsid w:val="00A07248"/>
    <w:rsid w:val="00A101FC"/>
    <w:rsid w:val="00A12068"/>
    <w:rsid w:val="00A14100"/>
    <w:rsid w:val="00A1484E"/>
    <w:rsid w:val="00A14937"/>
    <w:rsid w:val="00A14E00"/>
    <w:rsid w:val="00A15FAD"/>
    <w:rsid w:val="00A22F7F"/>
    <w:rsid w:val="00A23452"/>
    <w:rsid w:val="00A23CA9"/>
    <w:rsid w:val="00A23CB1"/>
    <w:rsid w:val="00A24E19"/>
    <w:rsid w:val="00A341B8"/>
    <w:rsid w:val="00A34DCA"/>
    <w:rsid w:val="00A37946"/>
    <w:rsid w:val="00A41332"/>
    <w:rsid w:val="00A41930"/>
    <w:rsid w:val="00A41ECA"/>
    <w:rsid w:val="00A4233E"/>
    <w:rsid w:val="00A42FBE"/>
    <w:rsid w:val="00A43F31"/>
    <w:rsid w:val="00A4453C"/>
    <w:rsid w:val="00A44F2C"/>
    <w:rsid w:val="00A4575F"/>
    <w:rsid w:val="00A516C1"/>
    <w:rsid w:val="00A53459"/>
    <w:rsid w:val="00A53A5C"/>
    <w:rsid w:val="00A5552A"/>
    <w:rsid w:val="00A57469"/>
    <w:rsid w:val="00A631CF"/>
    <w:rsid w:val="00A63360"/>
    <w:rsid w:val="00A63EB1"/>
    <w:rsid w:val="00A64858"/>
    <w:rsid w:val="00A6552F"/>
    <w:rsid w:val="00A66541"/>
    <w:rsid w:val="00A73B18"/>
    <w:rsid w:val="00A75187"/>
    <w:rsid w:val="00A77BF1"/>
    <w:rsid w:val="00A805DF"/>
    <w:rsid w:val="00A8074F"/>
    <w:rsid w:val="00A83AFA"/>
    <w:rsid w:val="00A852D9"/>
    <w:rsid w:val="00A857B2"/>
    <w:rsid w:val="00A87CCA"/>
    <w:rsid w:val="00A87F36"/>
    <w:rsid w:val="00A90BCE"/>
    <w:rsid w:val="00A926B9"/>
    <w:rsid w:val="00A940AC"/>
    <w:rsid w:val="00A94615"/>
    <w:rsid w:val="00A95271"/>
    <w:rsid w:val="00A96303"/>
    <w:rsid w:val="00A96860"/>
    <w:rsid w:val="00A97A4B"/>
    <w:rsid w:val="00AA1287"/>
    <w:rsid w:val="00AA1824"/>
    <w:rsid w:val="00AA19CA"/>
    <w:rsid w:val="00AA3DE9"/>
    <w:rsid w:val="00AA4827"/>
    <w:rsid w:val="00AA65EE"/>
    <w:rsid w:val="00AA729B"/>
    <w:rsid w:val="00AB199C"/>
    <w:rsid w:val="00AB339C"/>
    <w:rsid w:val="00AB3914"/>
    <w:rsid w:val="00AB4C7B"/>
    <w:rsid w:val="00AC23FE"/>
    <w:rsid w:val="00AC3BBF"/>
    <w:rsid w:val="00AC5127"/>
    <w:rsid w:val="00AC61CE"/>
    <w:rsid w:val="00AD384F"/>
    <w:rsid w:val="00AD605B"/>
    <w:rsid w:val="00AD6693"/>
    <w:rsid w:val="00AE032D"/>
    <w:rsid w:val="00AE08C2"/>
    <w:rsid w:val="00AE0EB6"/>
    <w:rsid w:val="00AE3921"/>
    <w:rsid w:val="00AE48A6"/>
    <w:rsid w:val="00AF162D"/>
    <w:rsid w:val="00AF27AD"/>
    <w:rsid w:val="00AF3437"/>
    <w:rsid w:val="00AF596C"/>
    <w:rsid w:val="00AF66D7"/>
    <w:rsid w:val="00AF67A7"/>
    <w:rsid w:val="00AF68B5"/>
    <w:rsid w:val="00AF7ED4"/>
    <w:rsid w:val="00B00223"/>
    <w:rsid w:val="00B01402"/>
    <w:rsid w:val="00B0140A"/>
    <w:rsid w:val="00B01EF6"/>
    <w:rsid w:val="00B028A6"/>
    <w:rsid w:val="00B031D7"/>
    <w:rsid w:val="00B037CA"/>
    <w:rsid w:val="00B04EDA"/>
    <w:rsid w:val="00B055E5"/>
    <w:rsid w:val="00B13D70"/>
    <w:rsid w:val="00B14877"/>
    <w:rsid w:val="00B15B34"/>
    <w:rsid w:val="00B16E68"/>
    <w:rsid w:val="00B2124D"/>
    <w:rsid w:val="00B21A9C"/>
    <w:rsid w:val="00B2462A"/>
    <w:rsid w:val="00B24A7D"/>
    <w:rsid w:val="00B323ED"/>
    <w:rsid w:val="00B355A2"/>
    <w:rsid w:val="00B373C8"/>
    <w:rsid w:val="00B37ABE"/>
    <w:rsid w:val="00B37AC9"/>
    <w:rsid w:val="00B41268"/>
    <w:rsid w:val="00B41BD0"/>
    <w:rsid w:val="00B451B3"/>
    <w:rsid w:val="00B45505"/>
    <w:rsid w:val="00B45FB0"/>
    <w:rsid w:val="00B462BC"/>
    <w:rsid w:val="00B469A7"/>
    <w:rsid w:val="00B4743E"/>
    <w:rsid w:val="00B47AE5"/>
    <w:rsid w:val="00B47F3F"/>
    <w:rsid w:val="00B50139"/>
    <w:rsid w:val="00B5042C"/>
    <w:rsid w:val="00B533B2"/>
    <w:rsid w:val="00B5368C"/>
    <w:rsid w:val="00B53747"/>
    <w:rsid w:val="00B53AA2"/>
    <w:rsid w:val="00B55610"/>
    <w:rsid w:val="00B55843"/>
    <w:rsid w:val="00B57D5E"/>
    <w:rsid w:val="00B61D5E"/>
    <w:rsid w:val="00B622FE"/>
    <w:rsid w:val="00B62FF9"/>
    <w:rsid w:val="00B63B77"/>
    <w:rsid w:val="00B66602"/>
    <w:rsid w:val="00B666D1"/>
    <w:rsid w:val="00B66F67"/>
    <w:rsid w:val="00B67D4A"/>
    <w:rsid w:val="00B728B9"/>
    <w:rsid w:val="00B730CD"/>
    <w:rsid w:val="00B732E5"/>
    <w:rsid w:val="00B764B9"/>
    <w:rsid w:val="00B7794D"/>
    <w:rsid w:val="00B77B0E"/>
    <w:rsid w:val="00B81ABE"/>
    <w:rsid w:val="00B81EF6"/>
    <w:rsid w:val="00B8439B"/>
    <w:rsid w:val="00B84A5C"/>
    <w:rsid w:val="00B85901"/>
    <w:rsid w:val="00B87D8A"/>
    <w:rsid w:val="00B93D96"/>
    <w:rsid w:val="00B95BF3"/>
    <w:rsid w:val="00B96C52"/>
    <w:rsid w:val="00BA1153"/>
    <w:rsid w:val="00BA137D"/>
    <w:rsid w:val="00BA17B6"/>
    <w:rsid w:val="00BA49E0"/>
    <w:rsid w:val="00BA4AA1"/>
    <w:rsid w:val="00BA4CCA"/>
    <w:rsid w:val="00BA7068"/>
    <w:rsid w:val="00BA7653"/>
    <w:rsid w:val="00BA7A3E"/>
    <w:rsid w:val="00BB0896"/>
    <w:rsid w:val="00BB154D"/>
    <w:rsid w:val="00BB1693"/>
    <w:rsid w:val="00BB1E1B"/>
    <w:rsid w:val="00BB1FAC"/>
    <w:rsid w:val="00BB4555"/>
    <w:rsid w:val="00BB552A"/>
    <w:rsid w:val="00BB7389"/>
    <w:rsid w:val="00BC59BF"/>
    <w:rsid w:val="00BC6891"/>
    <w:rsid w:val="00BD0F3E"/>
    <w:rsid w:val="00BD3BFD"/>
    <w:rsid w:val="00BD3F9D"/>
    <w:rsid w:val="00BD43E2"/>
    <w:rsid w:val="00BD7391"/>
    <w:rsid w:val="00BE141B"/>
    <w:rsid w:val="00BE2B28"/>
    <w:rsid w:val="00BE2DC1"/>
    <w:rsid w:val="00BE495E"/>
    <w:rsid w:val="00BE4CAC"/>
    <w:rsid w:val="00BE61AB"/>
    <w:rsid w:val="00BE6812"/>
    <w:rsid w:val="00BE6959"/>
    <w:rsid w:val="00BE781E"/>
    <w:rsid w:val="00BF301E"/>
    <w:rsid w:val="00BF37EB"/>
    <w:rsid w:val="00BF3B5A"/>
    <w:rsid w:val="00BF430D"/>
    <w:rsid w:val="00BF6EB6"/>
    <w:rsid w:val="00BF770F"/>
    <w:rsid w:val="00BF794C"/>
    <w:rsid w:val="00BF798B"/>
    <w:rsid w:val="00C0310B"/>
    <w:rsid w:val="00C046E8"/>
    <w:rsid w:val="00C10162"/>
    <w:rsid w:val="00C1157A"/>
    <w:rsid w:val="00C11803"/>
    <w:rsid w:val="00C138B2"/>
    <w:rsid w:val="00C1396F"/>
    <w:rsid w:val="00C13A48"/>
    <w:rsid w:val="00C216AC"/>
    <w:rsid w:val="00C2412A"/>
    <w:rsid w:val="00C310DE"/>
    <w:rsid w:val="00C31D66"/>
    <w:rsid w:val="00C32374"/>
    <w:rsid w:val="00C33DD5"/>
    <w:rsid w:val="00C36B78"/>
    <w:rsid w:val="00C406F3"/>
    <w:rsid w:val="00C418D7"/>
    <w:rsid w:val="00C42DD1"/>
    <w:rsid w:val="00C4365F"/>
    <w:rsid w:val="00C43D34"/>
    <w:rsid w:val="00C45941"/>
    <w:rsid w:val="00C45B82"/>
    <w:rsid w:val="00C46614"/>
    <w:rsid w:val="00C5048B"/>
    <w:rsid w:val="00C510C9"/>
    <w:rsid w:val="00C544B7"/>
    <w:rsid w:val="00C57751"/>
    <w:rsid w:val="00C65257"/>
    <w:rsid w:val="00C67819"/>
    <w:rsid w:val="00C701EA"/>
    <w:rsid w:val="00C7352C"/>
    <w:rsid w:val="00C752C4"/>
    <w:rsid w:val="00C80C6D"/>
    <w:rsid w:val="00C81D09"/>
    <w:rsid w:val="00C83A6C"/>
    <w:rsid w:val="00C84092"/>
    <w:rsid w:val="00C85C10"/>
    <w:rsid w:val="00C909D0"/>
    <w:rsid w:val="00C910EF"/>
    <w:rsid w:val="00C936AA"/>
    <w:rsid w:val="00C94022"/>
    <w:rsid w:val="00C95937"/>
    <w:rsid w:val="00C96FE7"/>
    <w:rsid w:val="00CA5471"/>
    <w:rsid w:val="00CA56E0"/>
    <w:rsid w:val="00CA5F48"/>
    <w:rsid w:val="00CA7190"/>
    <w:rsid w:val="00CB41D8"/>
    <w:rsid w:val="00CB59FD"/>
    <w:rsid w:val="00CB59FE"/>
    <w:rsid w:val="00CB6CDE"/>
    <w:rsid w:val="00CB6FB4"/>
    <w:rsid w:val="00CC12D1"/>
    <w:rsid w:val="00CC4E6B"/>
    <w:rsid w:val="00CC4E8D"/>
    <w:rsid w:val="00CC618A"/>
    <w:rsid w:val="00CC77FF"/>
    <w:rsid w:val="00CD319B"/>
    <w:rsid w:val="00CD39D4"/>
    <w:rsid w:val="00CD4C5D"/>
    <w:rsid w:val="00CD5DD6"/>
    <w:rsid w:val="00CE239F"/>
    <w:rsid w:val="00CE4218"/>
    <w:rsid w:val="00CE437F"/>
    <w:rsid w:val="00CE4ED6"/>
    <w:rsid w:val="00CE5784"/>
    <w:rsid w:val="00CE6C46"/>
    <w:rsid w:val="00CE73BA"/>
    <w:rsid w:val="00CE7EE7"/>
    <w:rsid w:val="00CF0125"/>
    <w:rsid w:val="00CF0224"/>
    <w:rsid w:val="00CF4132"/>
    <w:rsid w:val="00CF75DD"/>
    <w:rsid w:val="00CF7AB6"/>
    <w:rsid w:val="00D016C3"/>
    <w:rsid w:val="00D035F8"/>
    <w:rsid w:val="00D0561D"/>
    <w:rsid w:val="00D07408"/>
    <w:rsid w:val="00D07F11"/>
    <w:rsid w:val="00D10DA3"/>
    <w:rsid w:val="00D12EEE"/>
    <w:rsid w:val="00D13932"/>
    <w:rsid w:val="00D13F9E"/>
    <w:rsid w:val="00D1418C"/>
    <w:rsid w:val="00D153F4"/>
    <w:rsid w:val="00D155F5"/>
    <w:rsid w:val="00D1656A"/>
    <w:rsid w:val="00D21369"/>
    <w:rsid w:val="00D2272B"/>
    <w:rsid w:val="00D24780"/>
    <w:rsid w:val="00D247AB"/>
    <w:rsid w:val="00D274D0"/>
    <w:rsid w:val="00D307A3"/>
    <w:rsid w:val="00D30BB1"/>
    <w:rsid w:val="00D33698"/>
    <w:rsid w:val="00D3396F"/>
    <w:rsid w:val="00D35B2D"/>
    <w:rsid w:val="00D360AC"/>
    <w:rsid w:val="00D36D13"/>
    <w:rsid w:val="00D409DC"/>
    <w:rsid w:val="00D40C00"/>
    <w:rsid w:val="00D416A7"/>
    <w:rsid w:val="00D439E7"/>
    <w:rsid w:val="00D44BC0"/>
    <w:rsid w:val="00D452DF"/>
    <w:rsid w:val="00D46F55"/>
    <w:rsid w:val="00D50E89"/>
    <w:rsid w:val="00D54359"/>
    <w:rsid w:val="00D55DF3"/>
    <w:rsid w:val="00D5715E"/>
    <w:rsid w:val="00D617C1"/>
    <w:rsid w:val="00D61B1D"/>
    <w:rsid w:val="00D63BB9"/>
    <w:rsid w:val="00D6628D"/>
    <w:rsid w:val="00D6710B"/>
    <w:rsid w:val="00D74489"/>
    <w:rsid w:val="00D76E61"/>
    <w:rsid w:val="00D77FF6"/>
    <w:rsid w:val="00D80675"/>
    <w:rsid w:val="00D80D60"/>
    <w:rsid w:val="00D81746"/>
    <w:rsid w:val="00D81D0C"/>
    <w:rsid w:val="00D823AD"/>
    <w:rsid w:val="00D83D2D"/>
    <w:rsid w:val="00D83D9E"/>
    <w:rsid w:val="00D841EB"/>
    <w:rsid w:val="00D8443A"/>
    <w:rsid w:val="00D866E5"/>
    <w:rsid w:val="00D86BB8"/>
    <w:rsid w:val="00D875ED"/>
    <w:rsid w:val="00D902E6"/>
    <w:rsid w:val="00D9091A"/>
    <w:rsid w:val="00D93B98"/>
    <w:rsid w:val="00D96C8F"/>
    <w:rsid w:val="00D97CB3"/>
    <w:rsid w:val="00DA0103"/>
    <w:rsid w:val="00DA18E1"/>
    <w:rsid w:val="00DA1DAF"/>
    <w:rsid w:val="00DA2D6B"/>
    <w:rsid w:val="00DA2D76"/>
    <w:rsid w:val="00DA3867"/>
    <w:rsid w:val="00DA4452"/>
    <w:rsid w:val="00DA4D42"/>
    <w:rsid w:val="00DA4D80"/>
    <w:rsid w:val="00DA753E"/>
    <w:rsid w:val="00DA76A5"/>
    <w:rsid w:val="00DA7F3B"/>
    <w:rsid w:val="00DB3A27"/>
    <w:rsid w:val="00DB4B07"/>
    <w:rsid w:val="00DB59E7"/>
    <w:rsid w:val="00DC0EE4"/>
    <w:rsid w:val="00DC3FF7"/>
    <w:rsid w:val="00DC664F"/>
    <w:rsid w:val="00DC766D"/>
    <w:rsid w:val="00DD107A"/>
    <w:rsid w:val="00DD15CB"/>
    <w:rsid w:val="00DD1A3B"/>
    <w:rsid w:val="00DD25A0"/>
    <w:rsid w:val="00DD2C68"/>
    <w:rsid w:val="00DD3619"/>
    <w:rsid w:val="00DD365A"/>
    <w:rsid w:val="00DD4FE6"/>
    <w:rsid w:val="00DD6AFB"/>
    <w:rsid w:val="00DD7836"/>
    <w:rsid w:val="00DD7C65"/>
    <w:rsid w:val="00DE056E"/>
    <w:rsid w:val="00DE192B"/>
    <w:rsid w:val="00DE44A7"/>
    <w:rsid w:val="00DE4941"/>
    <w:rsid w:val="00DF28E0"/>
    <w:rsid w:val="00DF38D1"/>
    <w:rsid w:val="00DF4295"/>
    <w:rsid w:val="00DF4B5D"/>
    <w:rsid w:val="00DF6333"/>
    <w:rsid w:val="00E0199B"/>
    <w:rsid w:val="00E02E24"/>
    <w:rsid w:val="00E03FB7"/>
    <w:rsid w:val="00E043CA"/>
    <w:rsid w:val="00E10058"/>
    <w:rsid w:val="00E11926"/>
    <w:rsid w:val="00E12775"/>
    <w:rsid w:val="00E1384F"/>
    <w:rsid w:val="00E15755"/>
    <w:rsid w:val="00E164E8"/>
    <w:rsid w:val="00E22DFB"/>
    <w:rsid w:val="00E23397"/>
    <w:rsid w:val="00E31C26"/>
    <w:rsid w:val="00E349BF"/>
    <w:rsid w:val="00E3519B"/>
    <w:rsid w:val="00E35679"/>
    <w:rsid w:val="00E36277"/>
    <w:rsid w:val="00E370EB"/>
    <w:rsid w:val="00E378A5"/>
    <w:rsid w:val="00E43F10"/>
    <w:rsid w:val="00E44A32"/>
    <w:rsid w:val="00E46A34"/>
    <w:rsid w:val="00E47559"/>
    <w:rsid w:val="00E535EF"/>
    <w:rsid w:val="00E550B7"/>
    <w:rsid w:val="00E571A4"/>
    <w:rsid w:val="00E57FD2"/>
    <w:rsid w:val="00E602C1"/>
    <w:rsid w:val="00E63E7F"/>
    <w:rsid w:val="00E6485F"/>
    <w:rsid w:val="00E669E7"/>
    <w:rsid w:val="00E711D8"/>
    <w:rsid w:val="00E71EE8"/>
    <w:rsid w:val="00E7205A"/>
    <w:rsid w:val="00E74DC7"/>
    <w:rsid w:val="00E7542B"/>
    <w:rsid w:val="00E7706D"/>
    <w:rsid w:val="00E77538"/>
    <w:rsid w:val="00E81F3A"/>
    <w:rsid w:val="00E82539"/>
    <w:rsid w:val="00E82D3D"/>
    <w:rsid w:val="00E849C0"/>
    <w:rsid w:val="00E922FA"/>
    <w:rsid w:val="00E937CD"/>
    <w:rsid w:val="00E94471"/>
    <w:rsid w:val="00E9537C"/>
    <w:rsid w:val="00E969EE"/>
    <w:rsid w:val="00E977D6"/>
    <w:rsid w:val="00EA1218"/>
    <w:rsid w:val="00EA1E80"/>
    <w:rsid w:val="00EA3EF1"/>
    <w:rsid w:val="00EA4BE0"/>
    <w:rsid w:val="00EA5771"/>
    <w:rsid w:val="00EB0678"/>
    <w:rsid w:val="00EB162C"/>
    <w:rsid w:val="00EB1BDD"/>
    <w:rsid w:val="00EB3014"/>
    <w:rsid w:val="00EB34D5"/>
    <w:rsid w:val="00EB47FF"/>
    <w:rsid w:val="00EB6E62"/>
    <w:rsid w:val="00EC06BE"/>
    <w:rsid w:val="00EC0D0B"/>
    <w:rsid w:val="00EC5142"/>
    <w:rsid w:val="00EC543A"/>
    <w:rsid w:val="00EC5812"/>
    <w:rsid w:val="00EC6A12"/>
    <w:rsid w:val="00ED022F"/>
    <w:rsid w:val="00ED08CE"/>
    <w:rsid w:val="00ED1532"/>
    <w:rsid w:val="00ED40DA"/>
    <w:rsid w:val="00ED447A"/>
    <w:rsid w:val="00EE32D7"/>
    <w:rsid w:val="00EE3A12"/>
    <w:rsid w:val="00EE409D"/>
    <w:rsid w:val="00EE49BF"/>
    <w:rsid w:val="00EE72D8"/>
    <w:rsid w:val="00EE79CD"/>
    <w:rsid w:val="00EF03E9"/>
    <w:rsid w:val="00EF0F9A"/>
    <w:rsid w:val="00EF5443"/>
    <w:rsid w:val="00EF5AFD"/>
    <w:rsid w:val="00EF7B0C"/>
    <w:rsid w:val="00F02458"/>
    <w:rsid w:val="00F041D4"/>
    <w:rsid w:val="00F05AE6"/>
    <w:rsid w:val="00F12A32"/>
    <w:rsid w:val="00F136AF"/>
    <w:rsid w:val="00F16560"/>
    <w:rsid w:val="00F177C7"/>
    <w:rsid w:val="00F20096"/>
    <w:rsid w:val="00F241E9"/>
    <w:rsid w:val="00F30CF4"/>
    <w:rsid w:val="00F31561"/>
    <w:rsid w:val="00F31663"/>
    <w:rsid w:val="00F3348C"/>
    <w:rsid w:val="00F342FA"/>
    <w:rsid w:val="00F35719"/>
    <w:rsid w:val="00F3640B"/>
    <w:rsid w:val="00F36A2A"/>
    <w:rsid w:val="00F37B19"/>
    <w:rsid w:val="00F4017E"/>
    <w:rsid w:val="00F41E1F"/>
    <w:rsid w:val="00F4259B"/>
    <w:rsid w:val="00F42F0B"/>
    <w:rsid w:val="00F471C0"/>
    <w:rsid w:val="00F472B7"/>
    <w:rsid w:val="00F50ADA"/>
    <w:rsid w:val="00F56CD5"/>
    <w:rsid w:val="00F62565"/>
    <w:rsid w:val="00F65296"/>
    <w:rsid w:val="00F717EC"/>
    <w:rsid w:val="00F73546"/>
    <w:rsid w:val="00F747B8"/>
    <w:rsid w:val="00F7510A"/>
    <w:rsid w:val="00F76266"/>
    <w:rsid w:val="00F76276"/>
    <w:rsid w:val="00F763B2"/>
    <w:rsid w:val="00F76DEA"/>
    <w:rsid w:val="00F76EC0"/>
    <w:rsid w:val="00F774E1"/>
    <w:rsid w:val="00F81CD4"/>
    <w:rsid w:val="00F81E03"/>
    <w:rsid w:val="00F82178"/>
    <w:rsid w:val="00F823E5"/>
    <w:rsid w:val="00F829B7"/>
    <w:rsid w:val="00F84873"/>
    <w:rsid w:val="00F8568B"/>
    <w:rsid w:val="00F865EA"/>
    <w:rsid w:val="00F876C1"/>
    <w:rsid w:val="00F92CE5"/>
    <w:rsid w:val="00F93C24"/>
    <w:rsid w:val="00F9642A"/>
    <w:rsid w:val="00F97740"/>
    <w:rsid w:val="00FA2331"/>
    <w:rsid w:val="00FA56F3"/>
    <w:rsid w:val="00FA65ED"/>
    <w:rsid w:val="00FB0612"/>
    <w:rsid w:val="00FB0863"/>
    <w:rsid w:val="00FB0E0C"/>
    <w:rsid w:val="00FB4381"/>
    <w:rsid w:val="00FB50E5"/>
    <w:rsid w:val="00FB5FBF"/>
    <w:rsid w:val="00FB621A"/>
    <w:rsid w:val="00FB6F27"/>
    <w:rsid w:val="00FB7BBD"/>
    <w:rsid w:val="00FC0F06"/>
    <w:rsid w:val="00FC2A78"/>
    <w:rsid w:val="00FC3EA1"/>
    <w:rsid w:val="00FD1FE3"/>
    <w:rsid w:val="00FD20B6"/>
    <w:rsid w:val="00FD43DE"/>
    <w:rsid w:val="00FD494B"/>
    <w:rsid w:val="00FD4CBA"/>
    <w:rsid w:val="00FD6D81"/>
    <w:rsid w:val="00FD6DB4"/>
    <w:rsid w:val="00FD6FBD"/>
    <w:rsid w:val="00FD785B"/>
    <w:rsid w:val="00FE00D2"/>
    <w:rsid w:val="00FE2004"/>
    <w:rsid w:val="00FE4890"/>
    <w:rsid w:val="00FE5703"/>
    <w:rsid w:val="00FE6191"/>
    <w:rsid w:val="00FE70A7"/>
    <w:rsid w:val="00FE7510"/>
    <w:rsid w:val="00FF494C"/>
    <w:rsid w:val="00FF7E5F"/>
    <w:rsid w:val="01221964"/>
    <w:rsid w:val="013702FD"/>
    <w:rsid w:val="014B66ED"/>
    <w:rsid w:val="019A6292"/>
    <w:rsid w:val="01A15E40"/>
    <w:rsid w:val="01B76590"/>
    <w:rsid w:val="01E4061D"/>
    <w:rsid w:val="023011BF"/>
    <w:rsid w:val="030F7161"/>
    <w:rsid w:val="036A7852"/>
    <w:rsid w:val="03C30F29"/>
    <w:rsid w:val="03C357D4"/>
    <w:rsid w:val="040C2E61"/>
    <w:rsid w:val="048250B8"/>
    <w:rsid w:val="050C0134"/>
    <w:rsid w:val="051434A1"/>
    <w:rsid w:val="0519207E"/>
    <w:rsid w:val="051931D7"/>
    <w:rsid w:val="054D7CDC"/>
    <w:rsid w:val="055E7C32"/>
    <w:rsid w:val="0586646D"/>
    <w:rsid w:val="05C85674"/>
    <w:rsid w:val="06387737"/>
    <w:rsid w:val="065021EC"/>
    <w:rsid w:val="06550BC5"/>
    <w:rsid w:val="067670BA"/>
    <w:rsid w:val="06B47F75"/>
    <w:rsid w:val="06E225D7"/>
    <w:rsid w:val="072D753B"/>
    <w:rsid w:val="073160B8"/>
    <w:rsid w:val="0736721A"/>
    <w:rsid w:val="07970E8F"/>
    <w:rsid w:val="07B35CC7"/>
    <w:rsid w:val="083F4842"/>
    <w:rsid w:val="08EE63E3"/>
    <w:rsid w:val="09522063"/>
    <w:rsid w:val="095270F8"/>
    <w:rsid w:val="09D63F7C"/>
    <w:rsid w:val="09E40907"/>
    <w:rsid w:val="0A4F2B35"/>
    <w:rsid w:val="0AD658FA"/>
    <w:rsid w:val="0B091AC7"/>
    <w:rsid w:val="0B5D1D7A"/>
    <w:rsid w:val="0BD23147"/>
    <w:rsid w:val="0BD35ED7"/>
    <w:rsid w:val="0BFF37F2"/>
    <w:rsid w:val="0C0857E1"/>
    <w:rsid w:val="0C2E1A3B"/>
    <w:rsid w:val="0C852A82"/>
    <w:rsid w:val="0CAB3D30"/>
    <w:rsid w:val="0CC831A5"/>
    <w:rsid w:val="0D352209"/>
    <w:rsid w:val="0D6A443E"/>
    <w:rsid w:val="0DA543E5"/>
    <w:rsid w:val="0E5E7180"/>
    <w:rsid w:val="0ED605C5"/>
    <w:rsid w:val="0EFC2324"/>
    <w:rsid w:val="0F5E6AB0"/>
    <w:rsid w:val="0F6A7896"/>
    <w:rsid w:val="0FF9021B"/>
    <w:rsid w:val="0FFF7779"/>
    <w:rsid w:val="10013987"/>
    <w:rsid w:val="102C26CE"/>
    <w:rsid w:val="10511A1B"/>
    <w:rsid w:val="105D6CAD"/>
    <w:rsid w:val="107C3CE7"/>
    <w:rsid w:val="10AE0EAF"/>
    <w:rsid w:val="10D17415"/>
    <w:rsid w:val="113D7D91"/>
    <w:rsid w:val="116036DE"/>
    <w:rsid w:val="1184775C"/>
    <w:rsid w:val="11AC069A"/>
    <w:rsid w:val="126F71DD"/>
    <w:rsid w:val="127F6873"/>
    <w:rsid w:val="12CE77BA"/>
    <w:rsid w:val="130F2100"/>
    <w:rsid w:val="13506DE1"/>
    <w:rsid w:val="13B3657C"/>
    <w:rsid w:val="13C640F9"/>
    <w:rsid w:val="13ED55A9"/>
    <w:rsid w:val="140C4035"/>
    <w:rsid w:val="14105C98"/>
    <w:rsid w:val="14196B3B"/>
    <w:rsid w:val="148100DA"/>
    <w:rsid w:val="14864661"/>
    <w:rsid w:val="149E1B9F"/>
    <w:rsid w:val="155F3F6B"/>
    <w:rsid w:val="157B6244"/>
    <w:rsid w:val="15916041"/>
    <w:rsid w:val="15AB6A65"/>
    <w:rsid w:val="15BC679F"/>
    <w:rsid w:val="163320F9"/>
    <w:rsid w:val="1650442C"/>
    <w:rsid w:val="165E730C"/>
    <w:rsid w:val="1674613A"/>
    <w:rsid w:val="16827CE0"/>
    <w:rsid w:val="168B38BB"/>
    <w:rsid w:val="16EB29A9"/>
    <w:rsid w:val="170D45DE"/>
    <w:rsid w:val="17C66552"/>
    <w:rsid w:val="17F678E4"/>
    <w:rsid w:val="1801295E"/>
    <w:rsid w:val="18183CDF"/>
    <w:rsid w:val="18CC0BEB"/>
    <w:rsid w:val="18F9075C"/>
    <w:rsid w:val="19346FB9"/>
    <w:rsid w:val="193A1DCB"/>
    <w:rsid w:val="194E7174"/>
    <w:rsid w:val="1AF712CD"/>
    <w:rsid w:val="1AFD3F55"/>
    <w:rsid w:val="1B6E4DB2"/>
    <w:rsid w:val="1BA20C71"/>
    <w:rsid w:val="1BB9131F"/>
    <w:rsid w:val="1BC0188C"/>
    <w:rsid w:val="1C1766C4"/>
    <w:rsid w:val="1C1C6C21"/>
    <w:rsid w:val="1C4E7948"/>
    <w:rsid w:val="1CA33D11"/>
    <w:rsid w:val="1CC85400"/>
    <w:rsid w:val="1D3240CA"/>
    <w:rsid w:val="1D800620"/>
    <w:rsid w:val="1D9B3011"/>
    <w:rsid w:val="1E1204FD"/>
    <w:rsid w:val="1E3D4421"/>
    <w:rsid w:val="1E700A4C"/>
    <w:rsid w:val="1E844800"/>
    <w:rsid w:val="1E992332"/>
    <w:rsid w:val="1EC42D17"/>
    <w:rsid w:val="1ECD745F"/>
    <w:rsid w:val="1ED42899"/>
    <w:rsid w:val="1EF00C7B"/>
    <w:rsid w:val="1F513882"/>
    <w:rsid w:val="1FD2463C"/>
    <w:rsid w:val="1FE52E3A"/>
    <w:rsid w:val="203076EA"/>
    <w:rsid w:val="20352E63"/>
    <w:rsid w:val="20582E40"/>
    <w:rsid w:val="20880132"/>
    <w:rsid w:val="20A25931"/>
    <w:rsid w:val="20C74B56"/>
    <w:rsid w:val="2113352F"/>
    <w:rsid w:val="21480A7E"/>
    <w:rsid w:val="21526DDA"/>
    <w:rsid w:val="21D018BB"/>
    <w:rsid w:val="21DE5280"/>
    <w:rsid w:val="22000B70"/>
    <w:rsid w:val="22294665"/>
    <w:rsid w:val="222A5612"/>
    <w:rsid w:val="223408B3"/>
    <w:rsid w:val="2270247B"/>
    <w:rsid w:val="229606FA"/>
    <w:rsid w:val="22EB3CFD"/>
    <w:rsid w:val="231C54CE"/>
    <w:rsid w:val="237057C4"/>
    <w:rsid w:val="23D90208"/>
    <w:rsid w:val="246A2AFC"/>
    <w:rsid w:val="24B95CA4"/>
    <w:rsid w:val="24F54F03"/>
    <w:rsid w:val="252730E6"/>
    <w:rsid w:val="2548089E"/>
    <w:rsid w:val="26086864"/>
    <w:rsid w:val="266C2C95"/>
    <w:rsid w:val="26984C54"/>
    <w:rsid w:val="26D17888"/>
    <w:rsid w:val="26EB0886"/>
    <w:rsid w:val="28252EB4"/>
    <w:rsid w:val="283300DD"/>
    <w:rsid w:val="283F1FE7"/>
    <w:rsid w:val="284031C5"/>
    <w:rsid w:val="28670ACF"/>
    <w:rsid w:val="28AF299A"/>
    <w:rsid w:val="290E394F"/>
    <w:rsid w:val="291147C2"/>
    <w:rsid w:val="2936545D"/>
    <w:rsid w:val="298356B4"/>
    <w:rsid w:val="29CB62FC"/>
    <w:rsid w:val="29EC4862"/>
    <w:rsid w:val="29F94EB7"/>
    <w:rsid w:val="29FA28E5"/>
    <w:rsid w:val="2A27514C"/>
    <w:rsid w:val="2A773CE2"/>
    <w:rsid w:val="2AA311DF"/>
    <w:rsid w:val="2ABD5747"/>
    <w:rsid w:val="2AD26608"/>
    <w:rsid w:val="2B0A2079"/>
    <w:rsid w:val="2BA32ACE"/>
    <w:rsid w:val="2C6B5376"/>
    <w:rsid w:val="2C7E2BF9"/>
    <w:rsid w:val="2C8B3206"/>
    <w:rsid w:val="2CB42B97"/>
    <w:rsid w:val="2D2667A6"/>
    <w:rsid w:val="2D6F3568"/>
    <w:rsid w:val="2D8627EF"/>
    <w:rsid w:val="2DA25EBB"/>
    <w:rsid w:val="2DF964E2"/>
    <w:rsid w:val="2E0A6F93"/>
    <w:rsid w:val="2E0E055C"/>
    <w:rsid w:val="2E801A9A"/>
    <w:rsid w:val="2F90565E"/>
    <w:rsid w:val="2FBD3E2D"/>
    <w:rsid w:val="2FDC3B26"/>
    <w:rsid w:val="303355AF"/>
    <w:rsid w:val="30407719"/>
    <w:rsid w:val="3134456E"/>
    <w:rsid w:val="313E16BB"/>
    <w:rsid w:val="3148308D"/>
    <w:rsid w:val="315F5105"/>
    <w:rsid w:val="319A0D43"/>
    <w:rsid w:val="31EF60DC"/>
    <w:rsid w:val="32A3590E"/>
    <w:rsid w:val="32DC03B3"/>
    <w:rsid w:val="32E9081D"/>
    <w:rsid w:val="330C5E62"/>
    <w:rsid w:val="331F6195"/>
    <w:rsid w:val="33530F32"/>
    <w:rsid w:val="33590186"/>
    <w:rsid w:val="33644CE2"/>
    <w:rsid w:val="337D64BF"/>
    <w:rsid w:val="338C7242"/>
    <w:rsid w:val="33A73400"/>
    <w:rsid w:val="33A84605"/>
    <w:rsid w:val="33B42167"/>
    <w:rsid w:val="34135475"/>
    <w:rsid w:val="34434E3A"/>
    <w:rsid w:val="34B7568A"/>
    <w:rsid w:val="3535406A"/>
    <w:rsid w:val="356C10ED"/>
    <w:rsid w:val="357C4518"/>
    <w:rsid w:val="358C3D26"/>
    <w:rsid w:val="359A1EF3"/>
    <w:rsid w:val="360818D6"/>
    <w:rsid w:val="36141405"/>
    <w:rsid w:val="365B7AA6"/>
    <w:rsid w:val="36A77068"/>
    <w:rsid w:val="36C2195E"/>
    <w:rsid w:val="370748ED"/>
    <w:rsid w:val="378D214D"/>
    <w:rsid w:val="37992BE9"/>
    <w:rsid w:val="37F06499"/>
    <w:rsid w:val="38234B98"/>
    <w:rsid w:val="38614073"/>
    <w:rsid w:val="39AD18BC"/>
    <w:rsid w:val="39DB3EFE"/>
    <w:rsid w:val="3A090719"/>
    <w:rsid w:val="3A3B5126"/>
    <w:rsid w:val="3A592BCD"/>
    <w:rsid w:val="3A650A51"/>
    <w:rsid w:val="3A656531"/>
    <w:rsid w:val="3A8910A2"/>
    <w:rsid w:val="3B2804EF"/>
    <w:rsid w:val="3B560977"/>
    <w:rsid w:val="3B7C4886"/>
    <w:rsid w:val="3BA057AA"/>
    <w:rsid w:val="3BB174B7"/>
    <w:rsid w:val="3BD57935"/>
    <w:rsid w:val="3C05294D"/>
    <w:rsid w:val="3C8F3170"/>
    <w:rsid w:val="3CDE65C1"/>
    <w:rsid w:val="3CFD14AB"/>
    <w:rsid w:val="3D235F6C"/>
    <w:rsid w:val="3D5B527B"/>
    <w:rsid w:val="3D815F73"/>
    <w:rsid w:val="3DFE122E"/>
    <w:rsid w:val="3E2211E1"/>
    <w:rsid w:val="3E4B4F46"/>
    <w:rsid w:val="3E685289"/>
    <w:rsid w:val="3E7A5089"/>
    <w:rsid w:val="3FB8442E"/>
    <w:rsid w:val="3FE77B54"/>
    <w:rsid w:val="3FF55D62"/>
    <w:rsid w:val="403B46D6"/>
    <w:rsid w:val="40F72353"/>
    <w:rsid w:val="410B77DF"/>
    <w:rsid w:val="41480A6D"/>
    <w:rsid w:val="4192009F"/>
    <w:rsid w:val="41A512E3"/>
    <w:rsid w:val="41D91FF3"/>
    <w:rsid w:val="42084EDB"/>
    <w:rsid w:val="423F1703"/>
    <w:rsid w:val="429D1FE1"/>
    <w:rsid w:val="42BB1364"/>
    <w:rsid w:val="431C585A"/>
    <w:rsid w:val="4392304F"/>
    <w:rsid w:val="4394216B"/>
    <w:rsid w:val="43B3549C"/>
    <w:rsid w:val="44037C43"/>
    <w:rsid w:val="44401C6D"/>
    <w:rsid w:val="44B253E2"/>
    <w:rsid w:val="45F94CE4"/>
    <w:rsid w:val="45FD2DDA"/>
    <w:rsid w:val="46041238"/>
    <w:rsid w:val="46847DEA"/>
    <w:rsid w:val="47275882"/>
    <w:rsid w:val="47276EFB"/>
    <w:rsid w:val="47484CF6"/>
    <w:rsid w:val="4751672E"/>
    <w:rsid w:val="477967A5"/>
    <w:rsid w:val="47AC3A9F"/>
    <w:rsid w:val="47B2614B"/>
    <w:rsid w:val="47CB3CDE"/>
    <w:rsid w:val="48426AEA"/>
    <w:rsid w:val="48923B54"/>
    <w:rsid w:val="489A02E2"/>
    <w:rsid w:val="49FA596C"/>
    <w:rsid w:val="4A3F3878"/>
    <w:rsid w:val="4A7B568A"/>
    <w:rsid w:val="4AD72B99"/>
    <w:rsid w:val="4B956A0B"/>
    <w:rsid w:val="4C5F036D"/>
    <w:rsid w:val="4C9D0F2E"/>
    <w:rsid w:val="4CA01D32"/>
    <w:rsid w:val="4CE87B59"/>
    <w:rsid w:val="4D307741"/>
    <w:rsid w:val="4D36444D"/>
    <w:rsid w:val="4D5E2C21"/>
    <w:rsid w:val="4D95473B"/>
    <w:rsid w:val="4E2C2135"/>
    <w:rsid w:val="4EA30A6B"/>
    <w:rsid w:val="4EA43C6C"/>
    <w:rsid w:val="4EB32AC6"/>
    <w:rsid w:val="4EC24495"/>
    <w:rsid w:val="4EC26536"/>
    <w:rsid w:val="4EC50FF5"/>
    <w:rsid w:val="4EDA3BB5"/>
    <w:rsid w:val="4F192224"/>
    <w:rsid w:val="4F693EBE"/>
    <w:rsid w:val="4FD81221"/>
    <w:rsid w:val="503613C3"/>
    <w:rsid w:val="50377F1B"/>
    <w:rsid w:val="5086611D"/>
    <w:rsid w:val="50AD205F"/>
    <w:rsid w:val="50FB345E"/>
    <w:rsid w:val="50FE76E6"/>
    <w:rsid w:val="513E173E"/>
    <w:rsid w:val="516E5FDC"/>
    <w:rsid w:val="51730388"/>
    <w:rsid w:val="51C15136"/>
    <w:rsid w:val="51F121F5"/>
    <w:rsid w:val="52181E28"/>
    <w:rsid w:val="52C75B32"/>
    <w:rsid w:val="52E76010"/>
    <w:rsid w:val="53065495"/>
    <w:rsid w:val="53474BAB"/>
    <w:rsid w:val="535E3979"/>
    <w:rsid w:val="53681358"/>
    <w:rsid w:val="538B579F"/>
    <w:rsid w:val="53AA601B"/>
    <w:rsid w:val="541D648A"/>
    <w:rsid w:val="54BB59C3"/>
    <w:rsid w:val="55784BBD"/>
    <w:rsid w:val="561249F2"/>
    <w:rsid w:val="56433E05"/>
    <w:rsid w:val="56437312"/>
    <w:rsid w:val="56EB57FF"/>
    <w:rsid w:val="570D6BB4"/>
    <w:rsid w:val="57803C9E"/>
    <w:rsid w:val="579C7062"/>
    <w:rsid w:val="57C6761B"/>
    <w:rsid w:val="58227843"/>
    <w:rsid w:val="5873795E"/>
    <w:rsid w:val="587F70E5"/>
    <w:rsid w:val="588369FF"/>
    <w:rsid w:val="58D751FB"/>
    <w:rsid w:val="59020C20"/>
    <w:rsid w:val="5A921BCA"/>
    <w:rsid w:val="5B2C567B"/>
    <w:rsid w:val="5B3910A6"/>
    <w:rsid w:val="5B9D6841"/>
    <w:rsid w:val="5BA919BE"/>
    <w:rsid w:val="5BFC091B"/>
    <w:rsid w:val="5C14765C"/>
    <w:rsid w:val="5C1E7A99"/>
    <w:rsid w:val="5C2E4905"/>
    <w:rsid w:val="5C615923"/>
    <w:rsid w:val="5C7C769B"/>
    <w:rsid w:val="5C856D65"/>
    <w:rsid w:val="5CB50934"/>
    <w:rsid w:val="5CBC0302"/>
    <w:rsid w:val="5CD169FD"/>
    <w:rsid w:val="5CF36176"/>
    <w:rsid w:val="5D244D38"/>
    <w:rsid w:val="5D863452"/>
    <w:rsid w:val="5D9B1F4F"/>
    <w:rsid w:val="5E1974FE"/>
    <w:rsid w:val="5E7A324A"/>
    <w:rsid w:val="5E891B1D"/>
    <w:rsid w:val="5E926135"/>
    <w:rsid w:val="5EAA7777"/>
    <w:rsid w:val="5EAF0AD2"/>
    <w:rsid w:val="5EDB66BF"/>
    <w:rsid w:val="5F0C1C92"/>
    <w:rsid w:val="5F367690"/>
    <w:rsid w:val="5F451A77"/>
    <w:rsid w:val="5F7B3DF8"/>
    <w:rsid w:val="5F920CA4"/>
    <w:rsid w:val="5FB66DC6"/>
    <w:rsid w:val="5FCB1948"/>
    <w:rsid w:val="60027796"/>
    <w:rsid w:val="60605540"/>
    <w:rsid w:val="60717667"/>
    <w:rsid w:val="60AF50E6"/>
    <w:rsid w:val="60BC6995"/>
    <w:rsid w:val="60D245FF"/>
    <w:rsid w:val="61020393"/>
    <w:rsid w:val="615F3CD7"/>
    <w:rsid w:val="61AC72A2"/>
    <w:rsid w:val="61BB5538"/>
    <w:rsid w:val="62B153F9"/>
    <w:rsid w:val="62C34F96"/>
    <w:rsid w:val="635E7533"/>
    <w:rsid w:val="638B5163"/>
    <w:rsid w:val="63955EAF"/>
    <w:rsid w:val="639C2A66"/>
    <w:rsid w:val="64022FC3"/>
    <w:rsid w:val="64066B8E"/>
    <w:rsid w:val="643F4FBC"/>
    <w:rsid w:val="647A4E73"/>
    <w:rsid w:val="647F344E"/>
    <w:rsid w:val="64C22C9F"/>
    <w:rsid w:val="65207433"/>
    <w:rsid w:val="66283686"/>
    <w:rsid w:val="662B6973"/>
    <w:rsid w:val="6662124E"/>
    <w:rsid w:val="669E35F7"/>
    <w:rsid w:val="66C7034C"/>
    <w:rsid w:val="67007F4A"/>
    <w:rsid w:val="6716424F"/>
    <w:rsid w:val="673C78FA"/>
    <w:rsid w:val="683F109F"/>
    <w:rsid w:val="684B1F1B"/>
    <w:rsid w:val="6865067B"/>
    <w:rsid w:val="6893599E"/>
    <w:rsid w:val="68AD54A1"/>
    <w:rsid w:val="68D5752C"/>
    <w:rsid w:val="68FE44C6"/>
    <w:rsid w:val="69176B87"/>
    <w:rsid w:val="69BA3724"/>
    <w:rsid w:val="6A647FD4"/>
    <w:rsid w:val="6AB80DA3"/>
    <w:rsid w:val="6B0564B1"/>
    <w:rsid w:val="6BB81A39"/>
    <w:rsid w:val="6BDD6DDC"/>
    <w:rsid w:val="6C410A1D"/>
    <w:rsid w:val="6C5A02A3"/>
    <w:rsid w:val="6C8A7D21"/>
    <w:rsid w:val="6C980E1D"/>
    <w:rsid w:val="6CB62C9D"/>
    <w:rsid w:val="6CDD4306"/>
    <w:rsid w:val="6ED376E8"/>
    <w:rsid w:val="6EF44F12"/>
    <w:rsid w:val="6F4852D7"/>
    <w:rsid w:val="6FD42B51"/>
    <w:rsid w:val="70443227"/>
    <w:rsid w:val="70494F1C"/>
    <w:rsid w:val="70FC6496"/>
    <w:rsid w:val="7129581D"/>
    <w:rsid w:val="71556F7E"/>
    <w:rsid w:val="71A43A93"/>
    <w:rsid w:val="71EA773A"/>
    <w:rsid w:val="71F31209"/>
    <w:rsid w:val="72352BE9"/>
    <w:rsid w:val="723B196B"/>
    <w:rsid w:val="726E2B56"/>
    <w:rsid w:val="730240EA"/>
    <w:rsid w:val="73056635"/>
    <w:rsid w:val="734E0B58"/>
    <w:rsid w:val="73C7162A"/>
    <w:rsid w:val="74285A9E"/>
    <w:rsid w:val="743F1056"/>
    <w:rsid w:val="745B510E"/>
    <w:rsid w:val="74906CF1"/>
    <w:rsid w:val="74A51CE4"/>
    <w:rsid w:val="75324F4F"/>
    <w:rsid w:val="756B7652"/>
    <w:rsid w:val="75AA227E"/>
    <w:rsid w:val="75D22707"/>
    <w:rsid w:val="75F871C9"/>
    <w:rsid w:val="76882B78"/>
    <w:rsid w:val="76AA161B"/>
    <w:rsid w:val="76EB6446"/>
    <w:rsid w:val="77385E4E"/>
    <w:rsid w:val="77410F3F"/>
    <w:rsid w:val="776515CD"/>
    <w:rsid w:val="779D741D"/>
    <w:rsid w:val="77A57627"/>
    <w:rsid w:val="77B223BE"/>
    <w:rsid w:val="780A09DA"/>
    <w:rsid w:val="78347D28"/>
    <w:rsid w:val="785651DF"/>
    <w:rsid w:val="785B027E"/>
    <w:rsid w:val="78767EBC"/>
    <w:rsid w:val="788D091D"/>
    <w:rsid w:val="78B41976"/>
    <w:rsid w:val="7962722F"/>
    <w:rsid w:val="79924735"/>
    <w:rsid w:val="7A163737"/>
    <w:rsid w:val="7A2218CF"/>
    <w:rsid w:val="7AB22403"/>
    <w:rsid w:val="7AB528BF"/>
    <w:rsid w:val="7ACD1A0B"/>
    <w:rsid w:val="7B371C43"/>
    <w:rsid w:val="7B3C0865"/>
    <w:rsid w:val="7B571096"/>
    <w:rsid w:val="7B5C03DF"/>
    <w:rsid w:val="7B741CBD"/>
    <w:rsid w:val="7B8B71A6"/>
    <w:rsid w:val="7BC32641"/>
    <w:rsid w:val="7BEA65FA"/>
    <w:rsid w:val="7BFD708C"/>
    <w:rsid w:val="7C8169FB"/>
    <w:rsid w:val="7D2E14C9"/>
    <w:rsid w:val="7D6E218D"/>
    <w:rsid w:val="7DD92611"/>
    <w:rsid w:val="7DEC4C21"/>
    <w:rsid w:val="7E465896"/>
    <w:rsid w:val="7E4E5A71"/>
    <w:rsid w:val="7E637695"/>
    <w:rsid w:val="7E861238"/>
    <w:rsid w:val="7ED04051"/>
    <w:rsid w:val="7EFD5BBF"/>
    <w:rsid w:val="7EFF3F6A"/>
    <w:rsid w:val="7F075EDC"/>
    <w:rsid w:val="7F6753AC"/>
    <w:rsid w:val="7FAE6FCA"/>
    <w:rsid w:val="7FF35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qFormat/>
    <w:uiPriority w:val="0"/>
    <w:pPr>
      <w:spacing w:before="152" w:after="160"/>
    </w:pPr>
    <w:rPr>
      <w:rFonts w:ascii="Arial" w:hAnsi="Arial" w:eastAsia="黑体"/>
    </w:rPr>
  </w:style>
  <w:style w:type="paragraph" w:styleId="4">
    <w:name w:val="annotation text"/>
    <w:basedOn w:val="1"/>
    <w:link w:val="23"/>
    <w:qFormat/>
    <w:uiPriority w:val="0"/>
    <w:pPr>
      <w:jc w:val="left"/>
    </w:pPr>
  </w:style>
  <w:style w:type="paragraph" w:styleId="5">
    <w:name w:val="Body Text"/>
    <w:basedOn w:val="1"/>
    <w:link w:val="26"/>
    <w:qFormat/>
    <w:uiPriority w:val="0"/>
    <w:pPr>
      <w:spacing w:after="120"/>
    </w:pPr>
  </w:style>
  <w:style w:type="paragraph" w:styleId="6">
    <w:name w:val="Body Text Indent"/>
    <w:basedOn w:val="1"/>
    <w:link w:val="27"/>
    <w:qFormat/>
    <w:uiPriority w:val="0"/>
    <w:pPr>
      <w:ind w:firstLine="630"/>
    </w:pPr>
    <w:rPr>
      <w:rFonts w:ascii="仿宋_GB2312" w:eastAsia="仿宋_GB2312"/>
      <w:sz w:val="32"/>
    </w:rPr>
  </w:style>
  <w:style w:type="paragraph" w:styleId="7">
    <w:name w:val="Date"/>
    <w:basedOn w:val="1"/>
    <w:next w:val="1"/>
    <w:qFormat/>
    <w:uiPriority w:val="0"/>
    <w:rPr>
      <w:rFonts w:ascii="仿宋_GB2312" w:eastAsia="仿宋_GB2312"/>
      <w:sz w:val="32"/>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2">
    <w:name w:val="annotation subject"/>
    <w:basedOn w:val="4"/>
    <w:next w:val="4"/>
    <w:link w:val="24"/>
    <w:qFormat/>
    <w:uiPriority w:val="0"/>
    <w:rPr>
      <w:b/>
      <w:bCs/>
    </w:rPr>
  </w:style>
  <w:style w:type="table" w:styleId="14">
    <w:name w:val="Table Grid"/>
    <w:basedOn w:val="13"/>
    <w:qFormat/>
    <w:uiPriority w:val="0"/>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qFormat/>
    <w:uiPriority w:val="0"/>
    <w:rPr>
      <w:color w:val="0000FF"/>
      <w:u w:val="single"/>
    </w:rPr>
  </w:style>
  <w:style w:type="character" w:styleId="18">
    <w:name w:val="annotation reference"/>
    <w:qFormat/>
    <w:uiPriority w:val="0"/>
    <w:rPr>
      <w:sz w:val="21"/>
      <w:szCs w:val="21"/>
    </w:rPr>
  </w:style>
  <w:style w:type="paragraph" w:customStyle="1" w:styleId="19">
    <w:name w:val="_Style 18"/>
    <w:semiHidden/>
    <w:qFormat/>
    <w:uiPriority w:val="99"/>
    <w:rPr>
      <w:rFonts w:ascii="Times New Roman" w:hAnsi="Times New Roman" w:eastAsia="宋体" w:cs="Times New Roman"/>
      <w:kern w:val="2"/>
      <w:sz w:val="21"/>
      <w:lang w:val="en-US" w:eastAsia="zh-CN" w:bidi="ar-SA"/>
    </w:rPr>
  </w:style>
  <w:style w:type="paragraph" w:customStyle="1" w:styleId="20">
    <w:name w:val="样式 三号 加粗 居中"/>
    <w:basedOn w:val="1"/>
    <w:qFormat/>
    <w:uiPriority w:val="0"/>
    <w:pPr>
      <w:jc w:val="center"/>
    </w:pPr>
    <w:rPr>
      <w:rFonts w:cs="宋体"/>
      <w:b/>
      <w:bCs/>
      <w:sz w:val="32"/>
    </w:rPr>
  </w:style>
  <w:style w:type="paragraph" w:customStyle="1" w:styleId="21">
    <w:name w:val="Char"/>
    <w:basedOn w:val="1"/>
    <w:qFormat/>
    <w:uiPriority w:val="0"/>
    <w:rPr>
      <w:rFonts w:ascii="Tahoma" w:hAnsi="Tahoma"/>
      <w:color w:val="000000"/>
      <w:sz w:val="18"/>
      <w:szCs w:val="18"/>
    </w:rPr>
  </w:style>
  <w:style w:type="character" w:customStyle="1" w:styleId="22">
    <w:name w:val="样式 四号"/>
    <w:qFormat/>
    <w:uiPriority w:val="0"/>
    <w:rPr>
      <w:sz w:val="28"/>
    </w:rPr>
  </w:style>
  <w:style w:type="character" w:customStyle="1" w:styleId="23">
    <w:name w:val="批注文字 Char"/>
    <w:link w:val="4"/>
    <w:qFormat/>
    <w:uiPriority w:val="0"/>
    <w:rPr>
      <w:kern w:val="2"/>
      <w:sz w:val="21"/>
    </w:rPr>
  </w:style>
  <w:style w:type="character" w:customStyle="1" w:styleId="24">
    <w:name w:val="批注主题 Char"/>
    <w:link w:val="12"/>
    <w:qFormat/>
    <w:uiPriority w:val="0"/>
    <w:rPr>
      <w:b/>
      <w:bCs/>
      <w:kern w:val="2"/>
      <w:sz w:val="21"/>
    </w:rPr>
  </w:style>
  <w:style w:type="paragraph" w:styleId="25">
    <w:name w:val="List Paragraph"/>
    <w:basedOn w:val="1"/>
    <w:unhideWhenUsed/>
    <w:uiPriority w:val="99"/>
    <w:pPr>
      <w:ind w:firstLine="420" w:firstLineChars="200"/>
    </w:pPr>
  </w:style>
  <w:style w:type="character" w:customStyle="1" w:styleId="26">
    <w:name w:val="正文文本 Char"/>
    <w:basedOn w:val="15"/>
    <w:link w:val="5"/>
    <w:uiPriority w:val="0"/>
    <w:rPr>
      <w:kern w:val="2"/>
      <w:sz w:val="21"/>
    </w:rPr>
  </w:style>
  <w:style w:type="character" w:customStyle="1" w:styleId="27">
    <w:name w:val="正文文本缩进 Char"/>
    <w:basedOn w:val="15"/>
    <w:link w:val="6"/>
    <w:uiPriority w:val="0"/>
    <w:rPr>
      <w:rFonts w:ascii="仿宋_GB2312" w:eastAsia="仿宋_GB2312"/>
      <w:kern w:val="2"/>
      <w:sz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991;&#20214;&#27169;&#26495;\&#20844;&#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58D468-3F70-4D93-B721-61CFC1A7A9A1}">
  <ds:schemaRefs/>
</ds:datastoreItem>
</file>

<file path=docProps/app.xml><?xml version="1.0" encoding="utf-8"?>
<Properties xmlns="http://schemas.openxmlformats.org/officeDocument/2006/extended-properties" xmlns:vt="http://schemas.openxmlformats.org/officeDocument/2006/docPropsVTypes">
  <Template>公文.dot</Template>
  <Company>个人电脑</Company>
  <Pages>17</Pages>
  <Words>890</Words>
  <Characters>5077</Characters>
  <Lines>42</Lines>
  <Paragraphs>11</Paragraphs>
  <TotalTime>2</TotalTime>
  <ScaleCrop>false</ScaleCrop>
  <LinksUpToDate>false</LinksUpToDate>
  <CharactersWithSpaces>5956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2021-06-11T02:30:00Z</dcterms:created>
  <dc:creator>zsy</dc:creator>
  <cp:lastModifiedBy>寒灰秋末</cp:lastModifiedBy>
  <cp:lastPrinted>2021-06-10T08:46:00Z</cp:lastPrinted>
  <dcterms:modified xsi:type="dcterms:W3CDTF">2021-06-11T02:35:50Z</dcterms:modified>
  <dc:title>0000001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8DEB17BE65EB43128ACD3CC296D160AF</vt:lpwstr>
  </property>
</Properties>
</file>